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FB7" w:rsidRPr="00A52398" w:rsidRDefault="00D16FB7" w:rsidP="00C03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D16FB7" w:rsidRPr="00A52398" w:rsidRDefault="00D16FB7" w:rsidP="00C03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D16FB7" w:rsidRPr="00A52398" w:rsidRDefault="00D16FB7" w:rsidP="00C03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D16FB7" w:rsidRPr="00A52398" w:rsidRDefault="00D16FB7" w:rsidP="00C03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D16FB7" w:rsidRPr="00A52398" w:rsidRDefault="00D16FB7" w:rsidP="00C03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D16FB7" w:rsidRPr="00A52398" w:rsidRDefault="00D16FB7" w:rsidP="00C03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D16FB7" w:rsidRPr="00A52398" w:rsidRDefault="00D16FB7" w:rsidP="00C03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D16FB7" w:rsidRPr="00A52398" w:rsidRDefault="00D16FB7" w:rsidP="00C03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D16FB7" w:rsidRPr="00A52398" w:rsidRDefault="00D16FB7" w:rsidP="00C03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A52398">
        <w:rPr>
          <w:rFonts w:ascii="Times New Roman" w:hAnsi="Times New Roman"/>
          <w:b/>
          <w:caps/>
          <w:sz w:val="28"/>
          <w:szCs w:val="28"/>
        </w:rPr>
        <w:t>ПРОГРАММа УЧЕБНОЙ ДИСЦИПЛИНЫ</w:t>
      </w:r>
    </w:p>
    <w:p w:rsidR="00D16FB7" w:rsidRPr="00A52398" w:rsidRDefault="00D16FB7" w:rsidP="003870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  <w:u w:val="single"/>
        </w:rPr>
      </w:pPr>
      <w:r>
        <w:rPr>
          <w:rFonts w:ascii="Times New Roman" w:hAnsi="Times New Roman"/>
          <w:b/>
          <w:caps/>
          <w:sz w:val="28"/>
          <w:szCs w:val="28"/>
          <w:u w:val="single"/>
        </w:rPr>
        <w:t xml:space="preserve">материаловедение </w:t>
      </w:r>
    </w:p>
    <w:p w:rsidR="00D16FB7" w:rsidRPr="00921AE5" w:rsidRDefault="00D16FB7" w:rsidP="003870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D16FB7" w:rsidRPr="00A52398" w:rsidRDefault="00D16FB7" w:rsidP="003870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A52398">
        <w:rPr>
          <w:rFonts w:ascii="Times New Roman" w:hAnsi="Times New Roman"/>
          <w:caps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УГЛУБЛЕННАЯ ПОДГОТОВКА</w:t>
      </w:r>
      <w:r w:rsidRPr="00A52398">
        <w:rPr>
          <w:rFonts w:ascii="Times New Roman" w:hAnsi="Times New Roman"/>
          <w:caps/>
          <w:sz w:val="28"/>
          <w:szCs w:val="28"/>
        </w:rPr>
        <w:t>)</w:t>
      </w:r>
    </w:p>
    <w:p w:rsidR="00D16FB7" w:rsidRPr="00A52398" w:rsidRDefault="00D16FB7" w:rsidP="00C03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16FB7" w:rsidRPr="00A52398" w:rsidRDefault="00D16FB7" w:rsidP="00C03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16FB7" w:rsidRPr="00A52398" w:rsidRDefault="00D16FB7" w:rsidP="00C03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16FB7" w:rsidRPr="00A52398" w:rsidRDefault="00D16FB7" w:rsidP="00C03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16FB7" w:rsidRPr="00A52398" w:rsidRDefault="00D16FB7" w:rsidP="00C03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16FB7" w:rsidRPr="00A52398" w:rsidRDefault="00D16FB7" w:rsidP="00C03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16FB7" w:rsidRPr="00A52398" w:rsidRDefault="00D16FB7" w:rsidP="00C03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16FB7" w:rsidRPr="00A52398" w:rsidRDefault="00D16FB7" w:rsidP="00C03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16FB7" w:rsidRPr="00A52398" w:rsidRDefault="00D16FB7" w:rsidP="00C03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16FB7" w:rsidRPr="00A52398" w:rsidRDefault="00D16FB7" w:rsidP="00C03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16FB7" w:rsidRPr="00A52398" w:rsidRDefault="00D16FB7" w:rsidP="00C03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16FB7" w:rsidRPr="00A52398" w:rsidRDefault="00D16FB7" w:rsidP="00C03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16FB7" w:rsidRPr="00921AE5" w:rsidRDefault="00D16FB7" w:rsidP="00C0334D">
      <w:pPr>
        <w:pStyle w:val="BodyTextIndent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16FB7" w:rsidRPr="00921AE5" w:rsidRDefault="00D16FB7" w:rsidP="00C0334D">
      <w:pPr>
        <w:pStyle w:val="BodyTextIndent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16FB7" w:rsidRPr="00921AE5" w:rsidRDefault="00D16FB7" w:rsidP="00C0334D">
      <w:pPr>
        <w:pStyle w:val="BodyTextIndent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16FB7" w:rsidRPr="00A52398" w:rsidRDefault="00D16FB7" w:rsidP="00C03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A52398">
          <w:rPr>
            <w:rFonts w:ascii="Times New Roman" w:hAnsi="Times New Roman"/>
            <w:bCs/>
            <w:sz w:val="28"/>
            <w:szCs w:val="28"/>
          </w:rPr>
          <w:t>201</w:t>
        </w:r>
        <w:r>
          <w:rPr>
            <w:rFonts w:ascii="Times New Roman" w:hAnsi="Times New Roman"/>
            <w:bCs/>
            <w:sz w:val="28"/>
            <w:szCs w:val="28"/>
          </w:rPr>
          <w:t>4</w:t>
        </w:r>
        <w:r w:rsidRPr="00A52398">
          <w:rPr>
            <w:rFonts w:ascii="Times New Roman" w:hAnsi="Times New Roman"/>
            <w:bCs/>
            <w:sz w:val="28"/>
            <w:szCs w:val="28"/>
          </w:rPr>
          <w:t xml:space="preserve"> г</w:t>
        </w:r>
      </w:smartTag>
      <w:r w:rsidRPr="00A52398">
        <w:rPr>
          <w:rFonts w:ascii="Times New Roman" w:hAnsi="Times New Roman"/>
          <w:bCs/>
          <w:sz w:val="28"/>
          <w:szCs w:val="28"/>
        </w:rPr>
        <w:t>.</w:t>
      </w:r>
    </w:p>
    <w:p w:rsidR="00D16FB7" w:rsidRDefault="00D16FB7" w:rsidP="00C0334D">
      <w:pPr>
        <w:autoSpaceDE w:val="0"/>
        <w:spacing w:line="36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585E68">
        <w:rPr>
          <w:rFonts w:ascii="Times New Roman" w:hAnsi="Times New Roman"/>
          <w:sz w:val="28"/>
          <w:szCs w:val="28"/>
        </w:rPr>
        <w:t>Рабочая программа учебной дисциплины</w:t>
      </w:r>
      <w:r>
        <w:rPr>
          <w:rFonts w:ascii="Times New Roman" w:hAnsi="Times New Roman"/>
          <w:sz w:val="28"/>
          <w:szCs w:val="28"/>
        </w:rPr>
        <w:t xml:space="preserve"> Материаловедение</w:t>
      </w:r>
      <w:r w:rsidRPr="00585E68">
        <w:rPr>
          <w:rFonts w:ascii="Times New Roman" w:hAnsi="Times New Roman"/>
          <w:sz w:val="28"/>
          <w:szCs w:val="28"/>
        </w:rPr>
        <w:t xml:space="preserve"> разработана на основе Федерального государственного образовательного стандарта по специальност</w:t>
      </w:r>
      <w:r>
        <w:rPr>
          <w:rFonts w:ascii="Times New Roman" w:hAnsi="Times New Roman"/>
          <w:sz w:val="28"/>
          <w:szCs w:val="28"/>
        </w:rPr>
        <w:t>и</w:t>
      </w:r>
      <w:r w:rsidRPr="00585E68">
        <w:rPr>
          <w:rFonts w:ascii="Times New Roman" w:hAnsi="Times New Roman"/>
          <w:sz w:val="28"/>
          <w:szCs w:val="28"/>
        </w:rPr>
        <w:t xml:space="preserve"> среднего профессионального образования (далее – СПО) </w:t>
      </w:r>
      <w:r w:rsidRPr="0003568B">
        <w:rPr>
          <w:rFonts w:ascii="Times New Roman" w:hAnsi="Times New Roman"/>
          <w:sz w:val="28"/>
          <w:szCs w:val="28"/>
        </w:rPr>
        <w:t xml:space="preserve">151901 Технология машиностроения </w:t>
      </w:r>
      <w:r>
        <w:rPr>
          <w:rFonts w:ascii="Times New Roman" w:hAnsi="Times New Roman"/>
          <w:sz w:val="28"/>
          <w:szCs w:val="28"/>
        </w:rPr>
        <w:t xml:space="preserve">по программе углубленной  подготовки </w:t>
      </w:r>
    </w:p>
    <w:p w:rsidR="00D16FB7" w:rsidRPr="00921AE5" w:rsidRDefault="00D16FB7" w:rsidP="00921A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03568B">
        <w:rPr>
          <w:rFonts w:ascii="Times New Roman" w:hAnsi="Times New Roman"/>
          <w:b/>
          <w:bCs/>
          <w:iCs/>
          <w:sz w:val="28"/>
          <w:szCs w:val="28"/>
        </w:rPr>
        <w:br/>
      </w:r>
      <w:r w:rsidRPr="00921AE5">
        <w:rPr>
          <w:rFonts w:ascii="Times New Roman" w:hAnsi="Times New Roman"/>
          <w:sz w:val="28"/>
          <w:szCs w:val="28"/>
        </w:rPr>
        <w:t>Организация-разработчик: ОГБПОУ СмолАПО</w:t>
      </w:r>
    </w:p>
    <w:p w:rsidR="00D16FB7" w:rsidRPr="00921AE5" w:rsidRDefault="00D16FB7" w:rsidP="00921A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D16FB7" w:rsidRPr="00921AE5" w:rsidRDefault="00D16FB7" w:rsidP="00921A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921AE5">
        <w:rPr>
          <w:rFonts w:ascii="Times New Roman" w:hAnsi="Times New Roman"/>
          <w:sz w:val="28"/>
          <w:szCs w:val="28"/>
        </w:rPr>
        <w:t>Разработчики:</w:t>
      </w:r>
    </w:p>
    <w:p w:rsidR="00D16FB7" w:rsidRPr="00921AE5" w:rsidRDefault="00D16FB7" w:rsidP="00921AE5">
      <w:pPr>
        <w:widowControl w:val="0"/>
        <w:tabs>
          <w:tab w:val="left" w:pos="6420"/>
        </w:tabs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Ковалева О.Н</w:t>
      </w:r>
      <w:r w:rsidRPr="00921AE5">
        <w:rPr>
          <w:rFonts w:ascii="Times New Roman" w:hAnsi="Times New Roman"/>
          <w:sz w:val="28"/>
          <w:szCs w:val="28"/>
        </w:rPr>
        <w:t>., преподаватель ОГБПОУ СмолАПО</w:t>
      </w:r>
    </w:p>
    <w:p w:rsidR="00D16FB7" w:rsidRPr="00921AE5" w:rsidRDefault="00D16FB7" w:rsidP="00921AE5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</w:p>
    <w:p w:rsidR="00D16FB7" w:rsidRPr="00921AE5" w:rsidRDefault="00D16FB7" w:rsidP="00921AE5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921AE5">
        <w:rPr>
          <w:rFonts w:ascii="Times New Roman" w:hAnsi="Times New Roman"/>
          <w:sz w:val="28"/>
          <w:szCs w:val="28"/>
        </w:rPr>
        <w:t>Утверждена Научно-методическим советом ОГБПОУ СмолАПО</w:t>
      </w:r>
    </w:p>
    <w:p w:rsidR="00D16FB7" w:rsidRPr="00921AE5" w:rsidRDefault="00D16FB7" w:rsidP="00921AE5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921AE5">
        <w:rPr>
          <w:rFonts w:ascii="Times New Roman" w:hAnsi="Times New Roman"/>
          <w:sz w:val="28"/>
          <w:szCs w:val="28"/>
        </w:rPr>
        <w:t xml:space="preserve">Протокол № 1 от «05» сентября </w:t>
      </w:r>
      <w:smartTag w:uri="urn:schemas-microsoft-com:office:smarttags" w:element="metricconverter">
        <w:smartTagPr>
          <w:attr w:name="ProductID" w:val="2014 г"/>
        </w:smartTagPr>
        <w:r w:rsidRPr="00921AE5">
          <w:rPr>
            <w:rFonts w:ascii="Times New Roman" w:hAnsi="Times New Roman"/>
            <w:sz w:val="28"/>
            <w:szCs w:val="28"/>
          </w:rPr>
          <w:t>2014 г</w:t>
        </w:r>
      </w:smartTag>
      <w:r w:rsidRPr="00921AE5">
        <w:rPr>
          <w:rFonts w:ascii="Times New Roman" w:hAnsi="Times New Roman"/>
          <w:sz w:val="28"/>
          <w:szCs w:val="28"/>
        </w:rPr>
        <w:t>.</w:t>
      </w:r>
    </w:p>
    <w:p w:rsidR="00D16FB7" w:rsidRPr="00921AE5" w:rsidRDefault="00D16FB7" w:rsidP="00921AE5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</w:p>
    <w:p w:rsidR="00D16FB7" w:rsidRPr="00921AE5" w:rsidRDefault="00D16FB7" w:rsidP="00921AE5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921AE5">
        <w:rPr>
          <w:rFonts w:ascii="Times New Roman" w:hAnsi="Times New Roman"/>
          <w:sz w:val="28"/>
          <w:szCs w:val="28"/>
        </w:rPr>
        <w:t>Рассмотрена на заседании кафедры</w:t>
      </w:r>
    </w:p>
    <w:p w:rsidR="00D16FB7" w:rsidRPr="00921AE5" w:rsidRDefault="00D16FB7" w:rsidP="00921AE5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921AE5">
        <w:rPr>
          <w:rFonts w:ascii="Times New Roman" w:hAnsi="Times New Roman"/>
          <w:sz w:val="28"/>
          <w:szCs w:val="28"/>
        </w:rPr>
        <w:t xml:space="preserve">Протокол № 1 от «01» сентября </w:t>
      </w:r>
      <w:smartTag w:uri="urn:schemas-microsoft-com:office:smarttags" w:element="metricconverter">
        <w:smartTagPr>
          <w:attr w:name="ProductID" w:val="2014 г"/>
        </w:smartTagPr>
        <w:r w:rsidRPr="00921AE5">
          <w:rPr>
            <w:rFonts w:ascii="Times New Roman" w:hAnsi="Times New Roman"/>
            <w:sz w:val="28"/>
            <w:szCs w:val="28"/>
          </w:rPr>
          <w:t>2014 г</w:t>
        </w:r>
      </w:smartTag>
      <w:r w:rsidRPr="00921AE5">
        <w:rPr>
          <w:rFonts w:ascii="Times New Roman" w:hAnsi="Times New Roman"/>
          <w:sz w:val="28"/>
          <w:szCs w:val="28"/>
        </w:rPr>
        <w:t>.</w:t>
      </w:r>
    </w:p>
    <w:p w:rsidR="00D16FB7" w:rsidRPr="00BA58E8" w:rsidRDefault="00D16FB7" w:rsidP="005C72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D16FB7" w:rsidRPr="00BA58E8" w:rsidRDefault="00D16FB7" w:rsidP="0003568B">
      <w:pPr>
        <w:autoSpaceDE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16FB7" w:rsidRPr="00585E68" w:rsidRDefault="00D16FB7" w:rsidP="00C0334D">
      <w:pPr>
        <w:jc w:val="both"/>
        <w:rPr>
          <w:rFonts w:ascii="Times New Roman" w:hAnsi="Times New Roman"/>
          <w:sz w:val="28"/>
          <w:szCs w:val="28"/>
        </w:rPr>
      </w:pPr>
    </w:p>
    <w:p w:rsidR="00D16FB7" w:rsidRPr="00234247" w:rsidRDefault="00D16FB7" w:rsidP="00C03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D16FB7" w:rsidRPr="00234247" w:rsidRDefault="00D16FB7" w:rsidP="00C0334D">
      <w:pPr>
        <w:pStyle w:val="Heading1"/>
        <w:jc w:val="center"/>
        <w:rPr>
          <w:sz w:val="28"/>
          <w:szCs w:val="28"/>
        </w:rPr>
      </w:pPr>
    </w:p>
    <w:p w:rsidR="00D16FB7" w:rsidRPr="00234247" w:rsidRDefault="00D16FB7" w:rsidP="00C0334D">
      <w:pPr>
        <w:pStyle w:val="Heading1"/>
        <w:jc w:val="center"/>
        <w:rPr>
          <w:sz w:val="28"/>
          <w:szCs w:val="28"/>
        </w:rPr>
      </w:pPr>
    </w:p>
    <w:p w:rsidR="00D16FB7" w:rsidRPr="00234247" w:rsidRDefault="00D16FB7" w:rsidP="00C0334D">
      <w:pPr>
        <w:pStyle w:val="Heading1"/>
        <w:jc w:val="center"/>
        <w:rPr>
          <w:sz w:val="28"/>
          <w:szCs w:val="28"/>
        </w:rPr>
      </w:pPr>
    </w:p>
    <w:p w:rsidR="00D16FB7" w:rsidRDefault="00D16FB7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D16FB7" w:rsidRPr="00234247" w:rsidRDefault="00D16FB7" w:rsidP="005C72EB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234247">
        <w:rPr>
          <w:sz w:val="28"/>
          <w:szCs w:val="28"/>
        </w:rPr>
        <w:t xml:space="preserve">одержание </w:t>
      </w: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8171"/>
        <w:gridCol w:w="2251"/>
      </w:tblGrid>
      <w:tr w:rsidR="00D16FB7" w:rsidRPr="00AD7163" w:rsidTr="00F02CE0">
        <w:trPr>
          <w:trHeight w:val="929"/>
        </w:trPr>
        <w:tc>
          <w:tcPr>
            <w:tcW w:w="81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FB7" w:rsidRPr="00673B39" w:rsidRDefault="00D16FB7" w:rsidP="00F02CE0">
            <w:pPr>
              <w:pStyle w:val="Heading1"/>
              <w:snapToGrid w:val="0"/>
              <w:spacing w:line="276" w:lineRule="auto"/>
              <w:rPr>
                <w:sz w:val="28"/>
                <w:szCs w:val="28"/>
              </w:rPr>
            </w:pPr>
            <w:r w:rsidRPr="00673B39">
              <w:rPr>
                <w:sz w:val="28"/>
                <w:szCs w:val="28"/>
              </w:rPr>
              <w:t> </w:t>
            </w:r>
            <w:r w:rsidRPr="00673B39">
              <w:rPr>
                <w:bCs/>
                <w:sz w:val="28"/>
                <w:szCs w:val="28"/>
              </w:rPr>
              <w:t xml:space="preserve">               </w:t>
            </w:r>
            <w:r w:rsidRPr="00673B39">
              <w:rPr>
                <w:sz w:val="28"/>
                <w:szCs w:val="28"/>
              </w:rPr>
              <w:t> </w:t>
            </w:r>
          </w:p>
          <w:p w:rsidR="00D16FB7" w:rsidRPr="00673B39" w:rsidRDefault="00D16FB7" w:rsidP="00F02CE0">
            <w:pPr>
              <w:pStyle w:val="Heading1"/>
              <w:spacing w:line="276" w:lineRule="auto"/>
              <w:ind w:firstLine="0"/>
              <w:rPr>
                <w:sz w:val="28"/>
                <w:szCs w:val="28"/>
              </w:rPr>
            </w:pPr>
            <w:r w:rsidRPr="00673B39">
              <w:rPr>
                <w:sz w:val="28"/>
                <w:szCs w:val="28"/>
              </w:rPr>
              <w:t>1. Паспорт программы дисциплины</w:t>
            </w:r>
          </w:p>
        </w:tc>
        <w:tc>
          <w:tcPr>
            <w:tcW w:w="22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FB7" w:rsidRPr="00AD7163" w:rsidRDefault="00D16FB7" w:rsidP="00F02CE0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7163">
              <w:rPr>
                <w:rFonts w:ascii="Times New Roman" w:hAnsi="Times New Roman"/>
                <w:sz w:val="28"/>
                <w:szCs w:val="28"/>
              </w:rPr>
              <w:t>стр.</w:t>
            </w:r>
          </w:p>
          <w:p w:rsidR="00D16FB7" w:rsidRPr="00AD7163" w:rsidRDefault="00D16FB7" w:rsidP="00F02C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716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16FB7" w:rsidRPr="00721CF6" w:rsidTr="00F02CE0">
        <w:trPr>
          <w:trHeight w:val="594"/>
        </w:trPr>
        <w:tc>
          <w:tcPr>
            <w:tcW w:w="81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FB7" w:rsidRPr="00721CF6" w:rsidRDefault="00D16FB7" w:rsidP="00F02CE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721CF6">
              <w:rPr>
                <w:rFonts w:ascii="Times New Roman" w:hAnsi="Times New Roman"/>
                <w:sz w:val="28"/>
                <w:szCs w:val="28"/>
              </w:rPr>
              <w:t>. Структура и содержание дисциплины</w:t>
            </w:r>
            <w:r w:rsidRPr="00721CF6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FB7" w:rsidRPr="00721CF6" w:rsidRDefault="00D16FB7" w:rsidP="00F02CE0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D16FB7" w:rsidRPr="005C72EB" w:rsidTr="005C72EB">
        <w:trPr>
          <w:trHeight w:val="609"/>
        </w:trPr>
        <w:tc>
          <w:tcPr>
            <w:tcW w:w="81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FB7" w:rsidRPr="005C72EB" w:rsidRDefault="00D16FB7" w:rsidP="005C72EB">
            <w:pPr>
              <w:pStyle w:val="Heading1"/>
              <w:snapToGrid w:val="0"/>
              <w:spacing w:line="276" w:lineRule="auto"/>
              <w:ind w:firstLine="0"/>
              <w:rPr>
                <w:sz w:val="28"/>
                <w:szCs w:val="28"/>
                <w:lang w:val="en-US"/>
              </w:rPr>
            </w:pPr>
            <w:r w:rsidRPr="005C72EB">
              <w:rPr>
                <w:sz w:val="28"/>
                <w:szCs w:val="28"/>
              </w:rPr>
              <w:t>3. Условия реализации программы дисциплины</w:t>
            </w:r>
          </w:p>
        </w:tc>
        <w:tc>
          <w:tcPr>
            <w:tcW w:w="22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FB7" w:rsidRPr="005C72EB" w:rsidRDefault="00D16FB7" w:rsidP="00F02CE0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D16FB7" w:rsidRPr="00721CF6" w:rsidTr="00F02CE0">
        <w:trPr>
          <w:trHeight w:val="692"/>
        </w:trPr>
        <w:tc>
          <w:tcPr>
            <w:tcW w:w="81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FB7" w:rsidRPr="00721CF6" w:rsidRDefault="00D16FB7" w:rsidP="00F02CE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721CF6">
              <w:rPr>
                <w:rFonts w:ascii="Times New Roman" w:hAnsi="Times New Roman"/>
                <w:bCs/>
                <w:sz w:val="28"/>
                <w:szCs w:val="28"/>
              </w:rPr>
              <w:t xml:space="preserve">. Контроль и оценка результатов освоения </w:t>
            </w:r>
            <w:r w:rsidRPr="00721CF6">
              <w:rPr>
                <w:rFonts w:ascii="Times New Roman" w:hAnsi="Times New Roman"/>
                <w:sz w:val="28"/>
                <w:szCs w:val="28"/>
              </w:rPr>
              <w:t>дисциплины</w:t>
            </w:r>
            <w:r w:rsidRPr="00721CF6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FB7" w:rsidRPr="00721CF6" w:rsidRDefault="00D16FB7" w:rsidP="00F02CE0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CF6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D16FB7" w:rsidRPr="00234247" w:rsidRDefault="00D16FB7" w:rsidP="00C03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D16FB7" w:rsidRPr="00234247" w:rsidRDefault="00D16FB7" w:rsidP="00C03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iCs/>
          <w:caps/>
          <w:sz w:val="20"/>
          <w:szCs w:val="20"/>
        </w:rPr>
      </w:pPr>
    </w:p>
    <w:p w:rsidR="00D16FB7" w:rsidRPr="00234247" w:rsidRDefault="00D16FB7" w:rsidP="00C03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28"/>
          <w:szCs w:val="28"/>
        </w:rPr>
      </w:pPr>
    </w:p>
    <w:p w:rsidR="00D16FB7" w:rsidRPr="00234247" w:rsidRDefault="00D16FB7" w:rsidP="00C03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D16FB7" w:rsidRPr="00234247" w:rsidRDefault="00D16FB7" w:rsidP="00C03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D16FB7" w:rsidRPr="00234247" w:rsidRDefault="00D16FB7" w:rsidP="00C03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D16FB7" w:rsidRPr="00234247" w:rsidRDefault="00D16FB7" w:rsidP="00C03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D16FB7" w:rsidRPr="00234247" w:rsidRDefault="00D16FB7" w:rsidP="00C03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D16FB7" w:rsidRPr="00234247" w:rsidRDefault="00D16FB7" w:rsidP="00C03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D16FB7" w:rsidRPr="00234247" w:rsidRDefault="00D16FB7" w:rsidP="00C03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D16FB7" w:rsidRPr="00234247" w:rsidRDefault="00D16FB7" w:rsidP="00C03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D16FB7" w:rsidRPr="00234247" w:rsidRDefault="00D16FB7" w:rsidP="00C03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D16FB7" w:rsidRPr="00234247" w:rsidRDefault="00D16FB7" w:rsidP="00C03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D16FB7" w:rsidRDefault="00D16FB7" w:rsidP="00C0334D">
      <w:pPr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b/>
          <w:bCs/>
          <w:caps/>
        </w:rPr>
        <w:br w:type="page"/>
      </w:r>
    </w:p>
    <w:p w:rsidR="00D16FB7" w:rsidRPr="006B3D8A" w:rsidRDefault="00D16FB7" w:rsidP="00C0334D">
      <w:pPr>
        <w:pStyle w:val="ListParagraph"/>
        <w:numPr>
          <w:ilvl w:val="0"/>
          <w:numId w:val="28"/>
        </w:numPr>
        <w:autoSpaceDE w:val="0"/>
        <w:spacing w:before="100" w:beforeAutospacing="1" w:after="100" w:afterAutospacing="1"/>
        <w:contextualSpacing w:val="0"/>
        <w:jc w:val="center"/>
        <w:rPr>
          <w:b/>
          <w:bCs/>
          <w:caps/>
          <w:sz w:val="28"/>
          <w:szCs w:val="28"/>
        </w:rPr>
      </w:pPr>
      <w:r w:rsidRPr="006B3D8A">
        <w:rPr>
          <w:b/>
          <w:bCs/>
          <w:caps/>
          <w:sz w:val="28"/>
          <w:szCs w:val="28"/>
        </w:rPr>
        <w:t xml:space="preserve">паспорт примерной ПРОГРАММЫ дисциплины </w:t>
      </w:r>
    </w:p>
    <w:p w:rsidR="00D16FB7" w:rsidRDefault="00D16FB7" w:rsidP="00C125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B3D8A">
        <w:rPr>
          <w:rFonts w:ascii="Times New Roman" w:hAnsi="Times New Roman"/>
          <w:b/>
          <w:sz w:val="28"/>
          <w:szCs w:val="28"/>
        </w:rPr>
        <w:t>1.1. </w:t>
      </w:r>
      <w:r w:rsidRPr="006B3D8A">
        <w:rPr>
          <w:rFonts w:ascii="Times New Roman" w:hAnsi="Times New Roman"/>
          <w:sz w:val="28"/>
          <w:szCs w:val="28"/>
        </w:rPr>
        <w:t>Программа учебной дисциплины</w:t>
      </w:r>
      <w:r w:rsidRPr="005C72EB">
        <w:rPr>
          <w:rFonts w:ascii="Times New Roman" w:hAnsi="Times New Roman"/>
          <w:sz w:val="28"/>
          <w:szCs w:val="28"/>
        </w:rPr>
        <w:t xml:space="preserve"> </w:t>
      </w:r>
      <w:r w:rsidRPr="00921AE5">
        <w:rPr>
          <w:rFonts w:ascii="Times New Roman" w:hAnsi="Times New Roman"/>
          <w:bCs/>
          <w:sz w:val="28"/>
          <w:szCs w:val="28"/>
        </w:rPr>
        <w:t>Материаловедение</w:t>
      </w:r>
      <w:r w:rsidRPr="006B3D8A">
        <w:rPr>
          <w:rFonts w:ascii="Times New Roman" w:hAnsi="Times New Roman"/>
          <w:sz w:val="28"/>
          <w:szCs w:val="28"/>
        </w:rPr>
        <w:t xml:space="preserve"> является частью основной профессиональной образовательной программы по специальности </w:t>
      </w:r>
      <w:r w:rsidRPr="0003568B">
        <w:rPr>
          <w:rFonts w:ascii="Times New Roman" w:hAnsi="Times New Roman"/>
          <w:sz w:val="28"/>
          <w:szCs w:val="28"/>
        </w:rPr>
        <w:t>151901 Технология машиностроения</w:t>
      </w:r>
      <w:r w:rsidRPr="005C72EB">
        <w:rPr>
          <w:rFonts w:ascii="Times New Roman" w:hAnsi="Times New Roman"/>
          <w:sz w:val="28"/>
          <w:szCs w:val="28"/>
        </w:rPr>
        <w:t xml:space="preserve"> </w:t>
      </w:r>
      <w:r w:rsidRPr="00C0334D">
        <w:rPr>
          <w:rFonts w:ascii="Times New Roman" w:hAnsi="Times New Roman"/>
          <w:sz w:val="28"/>
          <w:szCs w:val="28"/>
        </w:rPr>
        <w:t xml:space="preserve">по программе </w:t>
      </w:r>
      <w:r>
        <w:rPr>
          <w:rFonts w:ascii="Times New Roman" w:hAnsi="Times New Roman"/>
          <w:sz w:val="28"/>
          <w:szCs w:val="28"/>
        </w:rPr>
        <w:t xml:space="preserve">углубленной </w:t>
      </w:r>
      <w:r w:rsidRPr="00C0334D">
        <w:rPr>
          <w:rFonts w:ascii="Times New Roman" w:hAnsi="Times New Roman"/>
          <w:sz w:val="28"/>
          <w:szCs w:val="28"/>
        </w:rPr>
        <w:t>подготовки.</w:t>
      </w:r>
    </w:p>
    <w:p w:rsidR="00D16FB7" w:rsidRPr="006B3D8A" w:rsidRDefault="00D16FB7" w:rsidP="00C125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12"/>
          <w:szCs w:val="16"/>
        </w:rPr>
      </w:pPr>
    </w:p>
    <w:p w:rsidR="00D16FB7" w:rsidRPr="006B3D8A" w:rsidRDefault="00D16FB7" w:rsidP="00C125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6B3D8A">
        <w:rPr>
          <w:rFonts w:ascii="Times New Roman" w:hAnsi="Times New Roman"/>
          <w:b/>
          <w:sz w:val="28"/>
          <w:szCs w:val="28"/>
        </w:rPr>
        <w:t xml:space="preserve">1.2. Место учебной дисциплины в структуре основной профессиональной образовательной программы: </w:t>
      </w:r>
      <w:r w:rsidRPr="006B3D8A">
        <w:rPr>
          <w:rFonts w:ascii="Times New Roman" w:hAnsi="Times New Roman"/>
          <w:sz w:val="28"/>
          <w:szCs w:val="28"/>
        </w:rPr>
        <w:t>Профессиональный цикл</w:t>
      </w:r>
    </w:p>
    <w:p w:rsidR="00D16FB7" w:rsidRDefault="00D16FB7" w:rsidP="00C03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B3D8A">
        <w:rPr>
          <w:rFonts w:ascii="Times New Roman" w:hAnsi="Times New Roman"/>
          <w:sz w:val="28"/>
          <w:szCs w:val="28"/>
        </w:rPr>
        <w:t xml:space="preserve">Обеспечивающие дисциплины:  </w:t>
      </w:r>
      <w:r>
        <w:rPr>
          <w:rFonts w:ascii="Times New Roman" w:hAnsi="Times New Roman"/>
          <w:sz w:val="28"/>
          <w:szCs w:val="28"/>
        </w:rPr>
        <w:t>химия, физика</w:t>
      </w:r>
    </w:p>
    <w:p w:rsidR="00D16FB7" w:rsidRPr="009C128B" w:rsidRDefault="00D16FB7" w:rsidP="00C03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C128B">
        <w:rPr>
          <w:rFonts w:ascii="Times New Roman" w:hAnsi="Times New Roman"/>
          <w:b/>
          <w:bCs/>
          <w:sz w:val="28"/>
          <w:szCs w:val="28"/>
        </w:rPr>
        <w:t>1.3.</w:t>
      </w:r>
      <w:r w:rsidRPr="005C72E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C128B">
        <w:rPr>
          <w:rFonts w:ascii="Times New Roman" w:hAnsi="Times New Roman"/>
          <w:b/>
          <w:bCs/>
          <w:sz w:val="28"/>
          <w:szCs w:val="28"/>
        </w:rPr>
        <w:t xml:space="preserve">Цели и задачи учебной дисциплины – требования к результатам освоения </w:t>
      </w:r>
      <w:r w:rsidRPr="009C128B">
        <w:rPr>
          <w:rFonts w:ascii="Times New Roman" w:hAnsi="Times New Roman"/>
          <w:b/>
          <w:sz w:val="28"/>
          <w:szCs w:val="28"/>
        </w:rPr>
        <w:t>дисциплины</w:t>
      </w:r>
    </w:p>
    <w:p w:rsidR="00D16FB7" w:rsidRDefault="00D16FB7" w:rsidP="009C1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9C128B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обучающийся должен </w:t>
      </w:r>
    </w:p>
    <w:p w:rsidR="00D16FB7" w:rsidRPr="009C128B" w:rsidRDefault="00D16FB7" w:rsidP="009C1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 w:rsidRPr="009C128B">
        <w:rPr>
          <w:rFonts w:ascii="Times New Roman" w:hAnsi="Times New Roman"/>
          <w:b/>
          <w:sz w:val="28"/>
          <w:szCs w:val="28"/>
        </w:rPr>
        <w:t>уметь:</w:t>
      </w:r>
    </w:p>
    <w:p w:rsidR="00D16FB7" w:rsidRPr="009C128B" w:rsidRDefault="00D16FB7" w:rsidP="009C128B">
      <w:pPr>
        <w:numPr>
          <w:ilvl w:val="0"/>
          <w:numId w:val="19"/>
        </w:numPr>
        <w:shd w:val="clear" w:color="auto" w:fill="FFFFFF"/>
        <w:spacing w:after="0" w:line="360" w:lineRule="auto"/>
        <w:ind w:right="-285"/>
        <w:rPr>
          <w:rFonts w:ascii="Times New Roman" w:hAnsi="Times New Roman"/>
          <w:sz w:val="28"/>
          <w:szCs w:val="28"/>
        </w:rPr>
      </w:pPr>
      <w:r w:rsidRPr="009C128B">
        <w:rPr>
          <w:rFonts w:ascii="Times New Roman" w:hAnsi="Times New Roman"/>
          <w:color w:val="000000"/>
          <w:sz w:val="28"/>
          <w:szCs w:val="28"/>
        </w:rPr>
        <w:t xml:space="preserve">распознавать и классифицировать </w:t>
      </w:r>
      <w:r w:rsidRPr="009C128B">
        <w:rPr>
          <w:rFonts w:ascii="Times New Roman" w:hAnsi="Times New Roman"/>
          <w:color w:val="000000"/>
          <w:spacing w:val="-1"/>
          <w:sz w:val="28"/>
          <w:szCs w:val="28"/>
        </w:rPr>
        <w:t xml:space="preserve">конструкционные и сырьевые   материалы </w:t>
      </w:r>
      <w:r w:rsidRPr="009C128B">
        <w:rPr>
          <w:rFonts w:ascii="Times New Roman" w:hAnsi="Times New Roman"/>
          <w:color w:val="000000"/>
          <w:spacing w:val="-5"/>
          <w:sz w:val="28"/>
          <w:szCs w:val="28"/>
        </w:rPr>
        <w:t xml:space="preserve">по внешнему виду, происхождению, </w:t>
      </w:r>
      <w:r w:rsidRPr="009C128B">
        <w:rPr>
          <w:rFonts w:ascii="Times New Roman" w:hAnsi="Times New Roman"/>
          <w:color w:val="000000"/>
          <w:spacing w:val="-6"/>
          <w:sz w:val="28"/>
          <w:szCs w:val="28"/>
        </w:rPr>
        <w:t>свойствам;</w:t>
      </w:r>
    </w:p>
    <w:p w:rsidR="00D16FB7" w:rsidRPr="009C128B" w:rsidRDefault="00D16FB7" w:rsidP="009C128B">
      <w:pPr>
        <w:numPr>
          <w:ilvl w:val="0"/>
          <w:numId w:val="19"/>
        </w:numPr>
        <w:shd w:val="clear" w:color="auto" w:fill="FFFFFF"/>
        <w:spacing w:after="0" w:line="360" w:lineRule="auto"/>
        <w:ind w:right="691"/>
        <w:rPr>
          <w:rFonts w:ascii="Times New Roman" w:hAnsi="Times New Roman"/>
          <w:sz w:val="28"/>
          <w:szCs w:val="28"/>
        </w:rPr>
      </w:pPr>
      <w:r w:rsidRPr="009C128B">
        <w:rPr>
          <w:rFonts w:ascii="Times New Roman" w:hAnsi="Times New Roman"/>
          <w:color w:val="000000"/>
          <w:spacing w:val="-2"/>
          <w:sz w:val="28"/>
          <w:szCs w:val="28"/>
        </w:rPr>
        <w:t xml:space="preserve">определять виды конструкционных </w:t>
      </w:r>
      <w:r w:rsidRPr="009C128B">
        <w:rPr>
          <w:rFonts w:ascii="Times New Roman" w:hAnsi="Times New Roman"/>
          <w:color w:val="000000"/>
          <w:spacing w:val="-4"/>
          <w:sz w:val="28"/>
          <w:szCs w:val="28"/>
        </w:rPr>
        <w:t>материалов;</w:t>
      </w:r>
    </w:p>
    <w:p w:rsidR="00D16FB7" w:rsidRPr="009C128B" w:rsidRDefault="00D16FB7" w:rsidP="009C128B">
      <w:pPr>
        <w:numPr>
          <w:ilvl w:val="0"/>
          <w:numId w:val="19"/>
        </w:num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9C128B">
        <w:rPr>
          <w:rFonts w:ascii="Times New Roman" w:hAnsi="Times New Roman"/>
          <w:color w:val="000000"/>
          <w:spacing w:val="-1"/>
          <w:sz w:val="28"/>
          <w:szCs w:val="28"/>
        </w:rPr>
        <w:t>выбирать материалы для конструкций по их назначению и условиям эксплуатации;</w:t>
      </w:r>
    </w:p>
    <w:p w:rsidR="00D16FB7" w:rsidRPr="005D4BBE" w:rsidRDefault="00D16FB7" w:rsidP="009C128B">
      <w:pPr>
        <w:numPr>
          <w:ilvl w:val="0"/>
          <w:numId w:val="19"/>
        </w:numPr>
        <w:shd w:val="clear" w:color="auto" w:fill="FFFFFF"/>
        <w:spacing w:after="0" w:line="360" w:lineRule="auto"/>
        <w:ind w:right="346"/>
        <w:rPr>
          <w:rFonts w:ascii="Times New Roman" w:hAnsi="Times New Roman"/>
          <w:sz w:val="28"/>
          <w:szCs w:val="28"/>
        </w:rPr>
      </w:pPr>
      <w:r w:rsidRPr="009C128B">
        <w:rPr>
          <w:rFonts w:ascii="Times New Roman" w:hAnsi="Times New Roman"/>
          <w:color w:val="000000"/>
          <w:spacing w:val="-2"/>
          <w:sz w:val="28"/>
          <w:szCs w:val="28"/>
        </w:rPr>
        <w:t xml:space="preserve">проводить исследования и испытания </w:t>
      </w:r>
      <w:r w:rsidRPr="009C128B">
        <w:rPr>
          <w:rFonts w:ascii="Times New Roman" w:hAnsi="Times New Roman"/>
          <w:color w:val="000000"/>
          <w:spacing w:val="-4"/>
          <w:sz w:val="28"/>
          <w:szCs w:val="28"/>
        </w:rPr>
        <w:t>материалов;</w:t>
      </w:r>
    </w:p>
    <w:p w:rsidR="00D16FB7" w:rsidRPr="009C128B" w:rsidRDefault="00D16FB7" w:rsidP="009C128B">
      <w:pPr>
        <w:numPr>
          <w:ilvl w:val="0"/>
          <w:numId w:val="19"/>
        </w:numPr>
        <w:shd w:val="clear" w:color="auto" w:fill="FFFFFF"/>
        <w:spacing w:after="0" w:line="360" w:lineRule="auto"/>
        <w:ind w:right="34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рассчитывать т назначать оптимальные режимы резания</w:t>
      </w:r>
    </w:p>
    <w:p w:rsidR="00D16FB7" w:rsidRPr="009C128B" w:rsidRDefault="00D16FB7" w:rsidP="009C1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C128B">
        <w:rPr>
          <w:rFonts w:ascii="Times New Roman" w:hAnsi="Times New Roman"/>
          <w:b/>
          <w:sz w:val="28"/>
          <w:szCs w:val="28"/>
        </w:rPr>
        <w:t>знать:</w:t>
      </w:r>
    </w:p>
    <w:p w:rsidR="00D16FB7" w:rsidRPr="009C128B" w:rsidRDefault="00D16FB7" w:rsidP="009C128B">
      <w:pPr>
        <w:numPr>
          <w:ilvl w:val="0"/>
          <w:numId w:val="20"/>
        </w:numPr>
        <w:shd w:val="clear" w:color="auto" w:fill="FFFFFF"/>
        <w:spacing w:after="0" w:line="36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C128B">
        <w:rPr>
          <w:rFonts w:ascii="Times New Roman" w:hAnsi="Times New Roman"/>
          <w:color w:val="000000"/>
          <w:sz w:val="28"/>
          <w:szCs w:val="28"/>
        </w:rPr>
        <w:t xml:space="preserve">закономерности процессов </w:t>
      </w:r>
      <w:r w:rsidRPr="009C128B">
        <w:rPr>
          <w:rFonts w:ascii="Times New Roman" w:hAnsi="Times New Roman"/>
          <w:color w:val="000000"/>
          <w:spacing w:val="-5"/>
          <w:sz w:val="28"/>
          <w:szCs w:val="28"/>
        </w:rPr>
        <w:t xml:space="preserve">кристаллизации и структурообразования </w:t>
      </w:r>
      <w:r w:rsidRPr="009C128B">
        <w:rPr>
          <w:rFonts w:ascii="Times New Roman" w:hAnsi="Times New Roman"/>
          <w:color w:val="000000"/>
          <w:sz w:val="28"/>
          <w:szCs w:val="28"/>
        </w:rPr>
        <w:t xml:space="preserve">металлов и </w:t>
      </w:r>
      <w:r w:rsidRPr="009C128B">
        <w:rPr>
          <w:rFonts w:ascii="Times New Roman" w:hAnsi="Times New Roman"/>
          <w:bCs/>
          <w:color w:val="000000"/>
          <w:sz w:val="28"/>
          <w:szCs w:val="28"/>
        </w:rPr>
        <w:t>сплавов</w:t>
      </w:r>
      <w:r>
        <w:rPr>
          <w:rFonts w:ascii="Times New Roman" w:hAnsi="Times New Roman"/>
          <w:bCs/>
          <w:color w:val="000000"/>
          <w:sz w:val="28"/>
          <w:szCs w:val="28"/>
        </w:rPr>
        <w:t>,</w:t>
      </w:r>
      <w:r w:rsidRPr="009C128B">
        <w:rPr>
          <w:rFonts w:ascii="Times New Roman" w:hAnsi="Times New Roman"/>
          <w:color w:val="000000"/>
          <w:sz w:val="28"/>
          <w:szCs w:val="28"/>
        </w:rPr>
        <w:t xml:space="preserve"> основы  </w:t>
      </w:r>
      <w:r>
        <w:rPr>
          <w:rFonts w:ascii="Times New Roman" w:hAnsi="Times New Roman"/>
          <w:color w:val="000000"/>
          <w:sz w:val="28"/>
          <w:szCs w:val="28"/>
        </w:rPr>
        <w:t xml:space="preserve">их </w:t>
      </w:r>
      <w:r w:rsidRPr="009C128B">
        <w:rPr>
          <w:rFonts w:ascii="Times New Roman" w:hAnsi="Times New Roman"/>
          <w:color w:val="000000"/>
          <w:spacing w:val="1"/>
          <w:sz w:val="28"/>
          <w:szCs w:val="28"/>
        </w:rPr>
        <w:t>термообработки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, </w:t>
      </w:r>
      <w:r w:rsidRPr="009C128B">
        <w:rPr>
          <w:rFonts w:ascii="Times New Roman" w:hAnsi="Times New Roman"/>
          <w:color w:val="000000"/>
          <w:spacing w:val="1"/>
          <w:sz w:val="28"/>
          <w:szCs w:val="28"/>
        </w:rPr>
        <w:t xml:space="preserve">способы зашиты </w:t>
      </w:r>
      <w:r w:rsidRPr="009C128B">
        <w:rPr>
          <w:rFonts w:ascii="Times New Roman" w:hAnsi="Times New Roman"/>
          <w:color w:val="000000"/>
          <w:spacing w:val="-2"/>
          <w:sz w:val="28"/>
          <w:szCs w:val="28"/>
        </w:rPr>
        <w:t>металлов от коррозии</w:t>
      </w:r>
      <w:r w:rsidRPr="009C128B">
        <w:rPr>
          <w:rFonts w:ascii="Times New Roman" w:hAnsi="Times New Roman"/>
          <w:b/>
          <w:bCs/>
          <w:color w:val="000000"/>
          <w:sz w:val="28"/>
          <w:szCs w:val="28"/>
        </w:rPr>
        <w:t>;</w:t>
      </w:r>
    </w:p>
    <w:p w:rsidR="00D16FB7" w:rsidRPr="009C128B" w:rsidRDefault="00D16FB7" w:rsidP="009C128B">
      <w:pPr>
        <w:pStyle w:val="ListParagraph"/>
        <w:numPr>
          <w:ilvl w:val="0"/>
          <w:numId w:val="20"/>
        </w:numPr>
        <w:shd w:val="clear" w:color="auto" w:fill="FFFFFF"/>
        <w:spacing w:line="360" w:lineRule="auto"/>
        <w:ind w:right="346"/>
        <w:rPr>
          <w:sz w:val="28"/>
          <w:szCs w:val="28"/>
        </w:rPr>
      </w:pPr>
      <w:r w:rsidRPr="009C128B">
        <w:rPr>
          <w:color w:val="000000"/>
          <w:spacing w:val="-2"/>
          <w:sz w:val="28"/>
          <w:szCs w:val="28"/>
        </w:rPr>
        <w:t xml:space="preserve">классификацию и способы получения </w:t>
      </w:r>
      <w:r w:rsidRPr="009C128B">
        <w:rPr>
          <w:color w:val="000000"/>
          <w:spacing w:val="-1"/>
          <w:sz w:val="28"/>
          <w:szCs w:val="28"/>
        </w:rPr>
        <w:t>композиционных материалов;</w:t>
      </w:r>
    </w:p>
    <w:p w:rsidR="00D16FB7" w:rsidRPr="009C128B" w:rsidRDefault="00D16FB7" w:rsidP="009C128B">
      <w:pPr>
        <w:numPr>
          <w:ilvl w:val="0"/>
          <w:numId w:val="20"/>
        </w:numPr>
        <w:shd w:val="clear" w:color="auto" w:fill="FFFFFF"/>
        <w:spacing w:after="0" w:line="36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принципы выбора</w:t>
      </w:r>
      <w:r w:rsidRPr="009C128B">
        <w:rPr>
          <w:rFonts w:ascii="Times New Roman" w:hAnsi="Times New Roman"/>
          <w:color w:val="000000"/>
          <w:spacing w:val="-6"/>
          <w:sz w:val="28"/>
          <w:szCs w:val="28"/>
        </w:rPr>
        <w:t xml:space="preserve"> конструкционных </w:t>
      </w:r>
      <w:r w:rsidRPr="009C128B">
        <w:rPr>
          <w:rFonts w:ascii="Times New Roman" w:hAnsi="Times New Roman"/>
          <w:color w:val="000000"/>
          <w:spacing w:val="1"/>
          <w:sz w:val="28"/>
          <w:szCs w:val="28"/>
        </w:rPr>
        <w:t xml:space="preserve">материалов </w:t>
      </w:r>
      <w:r w:rsidRPr="009C128B">
        <w:rPr>
          <w:rFonts w:ascii="Times New Roman" w:hAnsi="Times New Roman"/>
          <w:bCs/>
          <w:color w:val="000000"/>
          <w:spacing w:val="1"/>
          <w:sz w:val="28"/>
          <w:szCs w:val="28"/>
        </w:rPr>
        <w:t>для</w:t>
      </w:r>
      <w:r w:rsidRPr="005C72EB">
        <w:rPr>
          <w:rFonts w:ascii="Times New Roman" w:hAnsi="Times New Roman"/>
          <w:bCs/>
          <w:color w:val="000000"/>
          <w:spacing w:val="1"/>
          <w:sz w:val="28"/>
          <w:szCs w:val="28"/>
        </w:rPr>
        <w:t xml:space="preserve"> </w:t>
      </w:r>
      <w:r w:rsidRPr="009C128B">
        <w:rPr>
          <w:rFonts w:ascii="Times New Roman" w:hAnsi="Times New Roman"/>
          <w:color w:val="000000"/>
          <w:spacing w:val="1"/>
          <w:sz w:val="28"/>
          <w:szCs w:val="28"/>
        </w:rPr>
        <w:t>применения в п</w:t>
      </w:r>
      <w:r w:rsidRPr="009C128B">
        <w:rPr>
          <w:rFonts w:ascii="Times New Roman" w:hAnsi="Times New Roman"/>
          <w:color w:val="000000"/>
          <w:spacing w:val="-3"/>
          <w:sz w:val="28"/>
          <w:szCs w:val="28"/>
        </w:rPr>
        <w:t>роизводстве;</w:t>
      </w:r>
    </w:p>
    <w:p w:rsidR="00D16FB7" w:rsidRPr="009C128B" w:rsidRDefault="00D16FB7" w:rsidP="009C128B">
      <w:pPr>
        <w:numPr>
          <w:ilvl w:val="0"/>
          <w:numId w:val="20"/>
        </w:num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9C128B">
        <w:rPr>
          <w:rFonts w:ascii="Times New Roman" w:hAnsi="Times New Roman"/>
          <w:color w:val="000000"/>
          <w:spacing w:val="-1"/>
          <w:sz w:val="28"/>
          <w:szCs w:val="28"/>
        </w:rPr>
        <w:t xml:space="preserve">строение и свойства металлов, методы </w:t>
      </w:r>
      <w:r w:rsidRPr="009C128B">
        <w:rPr>
          <w:rFonts w:ascii="Times New Roman" w:hAnsi="Times New Roman"/>
          <w:color w:val="000000"/>
          <w:spacing w:val="-11"/>
          <w:sz w:val="28"/>
          <w:szCs w:val="28"/>
        </w:rPr>
        <w:t xml:space="preserve">их исследования; </w:t>
      </w:r>
    </w:p>
    <w:p w:rsidR="00D16FB7" w:rsidRPr="005D4BBE" w:rsidRDefault="00D16FB7" w:rsidP="009C128B">
      <w:pPr>
        <w:numPr>
          <w:ilvl w:val="0"/>
          <w:numId w:val="20"/>
        </w:num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9C128B">
        <w:rPr>
          <w:rFonts w:ascii="Times New Roman" w:hAnsi="Times New Roman"/>
          <w:color w:val="000000"/>
          <w:spacing w:val="-2"/>
          <w:sz w:val="28"/>
          <w:szCs w:val="28"/>
        </w:rPr>
        <w:t xml:space="preserve">классификацию материалов, металлов и </w:t>
      </w:r>
      <w:r w:rsidRPr="009C128B">
        <w:rPr>
          <w:rFonts w:ascii="Times New Roman" w:hAnsi="Times New Roman"/>
          <w:color w:val="000000"/>
          <w:spacing w:val="-1"/>
          <w:sz w:val="28"/>
          <w:szCs w:val="28"/>
        </w:rPr>
        <w:t>сплавов, их области применения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;</w:t>
      </w:r>
    </w:p>
    <w:p w:rsidR="00D16FB7" w:rsidRPr="009C128B" w:rsidRDefault="00D16FB7" w:rsidP="009C128B">
      <w:pPr>
        <w:numPr>
          <w:ilvl w:val="0"/>
          <w:numId w:val="20"/>
        </w:num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методику расчёта и назначения режимов резания для различных видов работ.</w:t>
      </w:r>
    </w:p>
    <w:p w:rsidR="00D16FB7" w:rsidRDefault="00D16FB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16FB7" w:rsidRPr="009C128B" w:rsidRDefault="00D16FB7" w:rsidP="009C1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9C128B">
        <w:rPr>
          <w:rFonts w:ascii="Times New Roman" w:hAnsi="Times New Roman"/>
          <w:b/>
          <w:sz w:val="28"/>
          <w:szCs w:val="28"/>
        </w:rPr>
        <w:t>1.4. Рекомендуемое количество часов на освоение примерной программы учебной дисциплины:</w:t>
      </w:r>
    </w:p>
    <w:p w:rsidR="00D16FB7" w:rsidRPr="009C128B" w:rsidRDefault="00D16FB7" w:rsidP="009C1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9C128B">
        <w:rPr>
          <w:rFonts w:ascii="Times New Roman" w:hAnsi="Times New Roman"/>
          <w:sz w:val="28"/>
          <w:szCs w:val="28"/>
        </w:rPr>
        <w:t xml:space="preserve">максимальной учебной нагрузки студента </w:t>
      </w:r>
      <w:r>
        <w:rPr>
          <w:rFonts w:ascii="Times New Roman" w:hAnsi="Times New Roman"/>
          <w:sz w:val="28"/>
          <w:szCs w:val="28"/>
          <w:u w:val="single"/>
        </w:rPr>
        <w:t>126</w:t>
      </w:r>
      <w:r>
        <w:rPr>
          <w:rFonts w:ascii="Times New Roman" w:hAnsi="Times New Roman"/>
          <w:sz w:val="28"/>
          <w:szCs w:val="28"/>
        </w:rPr>
        <w:t xml:space="preserve"> часов</w:t>
      </w:r>
      <w:r w:rsidRPr="009C128B">
        <w:rPr>
          <w:rFonts w:ascii="Times New Roman" w:hAnsi="Times New Roman"/>
          <w:sz w:val="28"/>
          <w:szCs w:val="28"/>
        </w:rPr>
        <w:t>, в том числе:</w:t>
      </w:r>
    </w:p>
    <w:p w:rsidR="00D16FB7" w:rsidRPr="009C128B" w:rsidRDefault="00D16FB7" w:rsidP="009C1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9C128B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обучающегося </w:t>
      </w:r>
      <w:r>
        <w:rPr>
          <w:rFonts w:ascii="Times New Roman" w:hAnsi="Times New Roman"/>
          <w:sz w:val="28"/>
          <w:szCs w:val="28"/>
          <w:u w:val="single"/>
        </w:rPr>
        <w:t xml:space="preserve">84 </w:t>
      </w:r>
      <w:r>
        <w:rPr>
          <w:rFonts w:ascii="Times New Roman" w:hAnsi="Times New Roman"/>
          <w:sz w:val="28"/>
          <w:szCs w:val="28"/>
        </w:rPr>
        <w:t>часа</w:t>
      </w:r>
      <w:r w:rsidRPr="009C128B">
        <w:rPr>
          <w:rFonts w:ascii="Times New Roman" w:hAnsi="Times New Roman"/>
          <w:sz w:val="28"/>
          <w:szCs w:val="28"/>
        </w:rPr>
        <w:t>;</w:t>
      </w:r>
    </w:p>
    <w:p w:rsidR="00D16FB7" w:rsidRPr="009C128B" w:rsidRDefault="00D16FB7" w:rsidP="009C1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9C128B">
        <w:rPr>
          <w:rFonts w:ascii="Times New Roman" w:hAnsi="Times New Roman"/>
          <w:sz w:val="28"/>
          <w:szCs w:val="28"/>
        </w:rPr>
        <w:t xml:space="preserve">самостоятельной работы обучающегося </w:t>
      </w:r>
      <w:r>
        <w:rPr>
          <w:rFonts w:ascii="Times New Roman" w:hAnsi="Times New Roman"/>
          <w:sz w:val="28"/>
          <w:szCs w:val="28"/>
          <w:u w:val="single"/>
        </w:rPr>
        <w:t>42</w:t>
      </w:r>
      <w:r>
        <w:rPr>
          <w:rFonts w:ascii="Times New Roman" w:hAnsi="Times New Roman"/>
          <w:sz w:val="28"/>
          <w:szCs w:val="28"/>
        </w:rPr>
        <w:t xml:space="preserve"> часа</w:t>
      </w:r>
      <w:r w:rsidRPr="009C128B">
        <w:rPr>
          <w:rFonts w:ascii="Times New Roman" w:hAnsi="Times New Roman"/>
          <w:sz w:val="28"/>
          <w:szCs w:val="28"/>
        </w:rPr>
        <w:t>.</w:t>
      </w:r>
    </w:p>
    <w:p w:rsidR="00D16FB7" w:rsidRDefault="00D16FB7" w:rsidP="00F841E9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8"/>
          <w:szCs w:val="28"/>
        </w:rPr>
      </w:pPr>
    </w:p>
    <w:p w:rsidR="00D16FB7" w:rsidRDefault="00D16FB7" w:rsidP="00860535"/>
    <w:p w:rsidR="00D16FB7" w:rsidRDefault="00D16FB7" w:rsidP="00860535"/>
    <w:p w:rsidR="00D16FB7" w:rsidRDefault="00D16FB7" w:rsidP="00860535"/>
    <w:p w:rsidR="00D16FB7" w:rsidRDefault="00D16FB7" w:rsidP="00860535"/>
    <w:p w:rsidR="00D16FB7" w:rsidRDefault="00D16FB7" w:rsidP="00860535"/>
    <w:p w:rsidR="00D16FB7" w:rsidRDefault="00D16FB7" w:rsidP="00860535"/>
    <w:p w:rsidR="00D16FB7" w:rsidRDefault="00D16FB7" w:rsidP="00860535"/>
    <w:p w:rsidR="00D16FB7" w:rsidRDefault="00D16FB7" w:rsidP="00860535"/>
    <w:p w:rsidR="00D16FB7" w:rsidRDefault="00D16FB7" w:rsidP="00860535"/>
    <w:p w:rsidR="00D16FB7" w:rsidRDefault="00D16FB7" w:rsidP="00860535"/>
    <w:p w:rsidR="00D16FB7" w:rsidRDefault="00D16FB7" w:rsidP="00860535"/>
    <w:p w:rsidR="00D16FB7" w:rsidRDefault="00D16FB7" w:rsidP="00860535"/>
    <w:p w:rsidR="00D16FB7" w:rsidRDefault="00D16FB7" w:rsidP="00860535"/>
    <w:p w:rsidR="00D16FB7" w:rsidRDefault="00D16FB7" w:rsidP="00860535"/>
    <w:p w:rsidR="00D16FB7" w:rsidRDefault="00D16FB7" w:rsidP="00860535"/>
    <w:p w:rsidR="00D16FB7" w:rsidRDefault="00D16FB7" w:rsidP="00860535"/>
    <w:p w:rsidR="00D16FB7" w:rsidRDefault="00D16FB7" w:rsidP="00860535"/>
    <w:p w:rsidR="00D16FB7" w:rsidRDefault="00D16FB7" w:rsidP="00860535"/>
    <w:p w:rsidR="00D16FB7" w:rsidRDefault="00D16FB7" w:rsidP="00860535"/>
    <w:p w:rsidR="00D16FB7" w:rsidRDefault="00D16FB7" w:rsidP="00860535"/>
    <w:p w:rsidR="00D16FB7" w:rsidRDefault="00D16FB7" w:rsidP="00860535"/>
    <w:p w:rsidR="00D16FB7" w:rsidRDefault="00D16FB7" w:rsidP="00860535"/>
    <w:p w:rsidR="00D16FB7" w:rsidRPr="00860535" w:rsidRDefault="00D16FB7" w:rsidP="00860535"/>
    <w:p w:rsidR="00D16FB7" w:rsidRPr="009C128B" w:rsidRDefault="00D16FB7" w:rsidP="009C1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  <w:r w:rsidRPr="005C72EB">
        <w:rPr>
          <w:rFonts w:ascii="Times New Roman" w:hAnsi="Times New Roman"/>
          <w:b/>
          <w:bCs/>
          <w:caps/>
          <w:sz w:val="28"/>
          <w:szCs w:val="28"/>
        </w:rPr>
        <w:t>2.</w:t>
      </w:r>
      <w:r>
        <w:rPr>
          <w:b/>
          <w:bCs/>
          <w:caps/>
          <w:sz w:val="28"/>
          <w:szCs w:val="28"/>
        </w:rPr>
        <w:t xml:space="preserve"> </w:t>
      </w:r>
      <w:r w:rsidRPr="009C128B">
        <w:rPr>
          <w:rFonts w:ascii="Times New Roman" w:hAnsi="Times New Roman"/>
          <w:b/>
          <w:sz w:val="28"/>
          <w:szCs w:val="28"/>
        </w:rPr>
        <w:t>СТРУКТУРА И СОДЕРЖАНИЕ УЧЕБНОЙ ДИСЦИПЛИНЫ</w:t>
      </w:r>
    </w:p>
    <w:p w:rsidR="00D16FB7" w:rsidRDefault="00D16FB7" w:rsidP="002F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9C128B">
        <w:rPr>
          <w:rFonts w:ascii="Times New Roman" w:hAnsi="Times New Roman"/>
          <w:b/>
          <w:sz w:val="28"/>
          <w:szCs w:val="28"/>
        </w:rPr>
        <w:t>.1. Объем учебной дисциплины и виды учебной работы</w:t>
      </w:r>
    </w:p>
    <w:p w:rsidR="00D16FB7" w:rsidRPr="009C128B" w:rsidRDefault="00D16FB7" w:rsidP="002F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/>
          <w:u w:val="single"/>
        </w:rPr>
      </w:pPr>
    </w:p>
    <w:tbl>
      <w:tblPr>
        <w:tblW w:w="970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D16FB7" w:rsidRPr="008E3F1B" w:rsidTr="0003568B">
        <w:trPr>
          <w:trHeight w:val="460"/>
          <w:jc w:val="center"/>
        </w:trPr>
        <w:tc>
          <w:tcPr>
            <w:tcW w:w="7904" w:type="dxa"/>
          </w:tcPr>
          <w:p w:rsidR="00D16FB7" w:rsidRPr="008E3F1B" w:rsidRDefault="00D16FB7" w:rsidP="002F66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3F1B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D16FB7" w:rsidRPr="008E3F1B" w:rsidRDefault="00D16FB7" w:rsidP="002F667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E3F1B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D16FB7" w:rsidRPr="008E3F1B" w:rsidTr="0003568B">
        <w:trPr>
          <w:trHeight w:val="285"/>
          <w:jc w:val="center"/>
        </w:trPr>
        <w:tc>
          <w:tcPr>
            <w:tcW w:w="7904" w:type="dxa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E3F1B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D16FB7" w:rsidRPr="008E3F1B" w:rsidRDefault="00D16FB7" w:rsidP="002F66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126</w:t>
            </w:r>
          </w:p>
        </w:tc>
      </w:tr>
      <w:tr w:rsidR="00D16FB7" w:rsidRPr="008E3F1B" w:rsidTr="0003568B">
        <w:trPr>
          <w:jc w:val="center"/>
        </w:trPr>
        <w:tc>
          <w:tcPr>
            <w:tcW w:w="7904" w:type="dxa"/>
          </w:tcPr>
          <w:p w:rsidR="00D16FB7" w:rsidRPr="008E3F1B" w:rsidRDefault="00D16FB7" w:rsidP="002F66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F1B">
              <w:rPr>
                <w:rFonts w:ascii="Times New Roman" w:hAnsi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D16FB7" w:rsidRPr="008E3F1B" w:rsidRDefault="00D16FB7" w:rsidP="005C72E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 w:rsidRPr="008E3F1B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84</w:t>
            </w:r>
          </w:p>
        </w:tc>
      </w:tr>
      <w:tr w:rsidR="00D16FB7" w:rsidRPr="008E3F1B" w:rsidTr="0003568B">
        <w:trPr>
          <w:jc w:val="center"/>
        </w:trPr>
        <w:tc>
          <w:tcPr>
            <w:tcW w:w="7904" w:type="dxa"/>
          </w:tcPr>
          <w:p w:rsidR="00D16FB7" w:rsidRPr="008E3F1B" w:rsidRDefault="00D16FB7" w:rsidP="002F66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F1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D16FB7" w:rsidRPr="008E3F1B" w:rsidRDefault="00D16FB7" w:rsidP="002F667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D16FB7" w:rsidRPr="008E3F1B" w:rsidTr="0003568B">
        <w:trPr>
          <w:jc w:val="center"/>
        </w:trPr>
        <w:tc>
          <w:tcPr>
            <w:tcW w:w="7904" w:type="dxa"/>
          </w:tcPr>
          <w:p w:rsidR="00D16FB7" w:rsidRPr="008E3F1B" w:rsidRDefault="00D16FB7" w:rsidP="002F66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F1B">
              <w:rPr>
                <w:rFonts w:ascii="Times New Roman" w:hAnsi="Times New Roman"/>
                <w:sz w:val="28"/>
                <w:szCs w:val="28"/>
              </w:rPr>
              <w:t xml:space="preserve">     лабораторные  работы</w:t>
            </w:r>
          </w:p>
        </w:tc>
        <w:tc>
          <w:tcPr>
            <w:tcW w:w="1800" w:type="dxa"/>
          </w:tcPr>
          <w:p w:rsidR="00D16FB7" w:rsidRPr="008E3F1B" w:rsidRDefault="00D16FB7" w:rsidP="002F667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E3F1B">
              <w:rPr>
                <w:rFonts w:ascii="Times New Roman" w:hAnsi="Times New Roman"/>
                <w:i/>
                <w:iCs/>
                <w:sz w:val="28"/>
                <w:szCs w:val="28"/>
              </w:rPr>
              <w:t>8</w:t>
            </w:r>
          </w:p>
        </w:tc>
      </w:tr>
      <w:tr w:rsidR="00D16FB7" w:rsidRPr="008E3F1B" w:rsidTr="0003568B">
        <w:trPr>
          <w:jc w:val="center"/>
        </w:trPr>
        <w:tc>
          <w:tcPr>
            <w:tcW w:w="7904" w:type="dxa"/>
          </w:tcPr>
          <w:p w:rsidR="00D16FB7" w:rsidRPr="008E3F1B" w:rsidRDefault="00D16FB7" w:rsidP="002F66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F1B">
              <w:rPr>
                <w:rFonts w:ascii="Times New Roman" w:hAnsi="Times New Roman"/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D16FB7" w:rsidRPr="008E3F1B" w:rsidRDefault="00D16FB7" w:rsidP="002F667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E3F1B">
              <w:rPr>
                <w:rFonts w:ascii="Times New Roman" w:hAnsi="Times New Roman"/>
                <w:i/>
                <w:iCs/>
                <w:sz w:val="28"/>
                <w:szCs w:val="28"/>
              </w:rPr>
              <w:t>2</w:t>
            </w:r>
          </w:p>
        </w:tc>
      </w:tr>
      <w:tr w:rsidR="00D16FB7" w:rsidRPr="008E3F1B" w:rsidTr="0003568B">
        <w:trPr>
          <w:jc w:val="center"/>
        </w:trPr>
        <w:tc>
          <w:tcPr>
            <w:tcW w:w="7904" w:type="dxa"/>
          </w:tcPr>
          <w:p w:rsidR="00D16FB7" w:rsidRPr="008E3F1B" w:rsidRDefault="00D16FB7" w:rsidP="002F66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F1B">
              <w:rPr>
                <w:rFonts w:ascii="Times New Roman" w:hAnsi="Times New Roman"/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</w:tcPr>
          <w:p w:rsidR="00D16FB7" w:rsidRPr="008E3F1B" w:rsidRDefault="00D16FB7" w:rsidP="002F667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E3F1B">
              <w:rPr>
                <w:rFonts w:ascii="Times New Roman" w:hAnsi="Times New Roman"/>
                <w:i/>
                <w:iCs/>
                <w:sz w:val="28"/>
                <w:szCs w:val="28"/>
              </w:rPr>
              <w:t>2</w:t>
            </w:r>
          </w:p>
        </w:tc>
      </w:tr>
      <w:tr w:rsidR="00D16FB7" w:rsidRPr="008E3F1B" w:rsidTr="0003568B">
        <w:trPr>
          <w:trHeight w:val="659"/>
          <w:jc w:val="center"/>
        </w:trPr>
        <w:tc>
          <w:tcPr>
            <w:tcW w:w="7904" w:type="dxa"/>
          </w:tcPr>
          <w:p w:rsidR="00D16FB7" w:rsidRPr="008E3F1B" w:rsidRDefault="00D16FB7" w:rsidP="002F66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F1B">
              <w:rPr>
                <w:rFonts w:ascii="Times New Roman" w:hAnsi="Times New Roman"/>
                <w:sz w:val="28"/>
                <w:szCs w:val="28"/>
              </w:rPr>
              <w:t xml:space="preserve">     лекционные занятия</w:t>
            </w:r>
          </w:p>
          <w:p w:rsidR="00D16FB7" w:rsidRPr="008E3F1B" w:rsidRDefault="00D16FB7" w:rsidP="002F667C">
            <w:pPr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F1B">
              <w:rPr>
                <w:rFonts w:ascii="Times New Roman" w:hAnsi="Times New Roman"/>
                <w:sz w:val="28"/>
                <w:szCs w:val="28"/>
              </w:rPr>
              <w:t>семинарские занятия</w:t>
            </w:r>
          </w:p>
        </w:tc>
        <w:tc>
          <w:tcPr>
            <w:tcW w:w="1800" w:type="dxa"/>
          </w:tcPr>
          <w:p w:rsidR="00D16FB7" w:rsidRPr="008E3F1B" w:rsidRDefault="00D16FB7" w:rsidP="002F667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E3F1B">
              <w:rPr>
                <w:rFonts w:ascii="Times New Roman" w:hAnsi="Times New Roman"/>
                <w:i/>
                <w:iCs/>
                <w:sz w:val="28"/>
                <w:szCs w:val="28"/>
              </w:rPr>
              <w:t>34</w:t>
            </w:r>
          </w:p>
          <w:p w:rsidR="00D16FB7" w:rsidRPr="008E3F1B" w:rsidRDefault="00D16FB7" w:rsidP="002F667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E3F1B">
              <w:rPr>
                <w:rFonts w:ascii="Times New Roman" w:hAnsi="Times New Roman"/>
                <w:i/>
                <w:iCs/>
                <w:sz w:val="28"/>
                <w:szCs w:val="28"/>
              </w:rPr>
              <w:t>38</w:t>
            </w:r>
          </w:p>
        </w:tc>
      </w:tr>
      <w:tr w:rsidR="00D16FB7" w:rsidRPr="008E3F1B" w:rsidTr="0003568B">
        <w:trPr>
          <w:jc w:val="center"/>
        </w:trPr>
        <w:tc>
          <w:tcPr>
            <w:tcW w:w="7904" w:type="dxa"/>
          </w:tcPr>
          <w:p w:rsidR="00D16FB7" w:rsidRPr="008E3F1B" w:rsidRDefault="00D16FB7" w:rsidP="002F66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3F1B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800" w:type="dxa"/>
          </w:tcPr>
          <w:p w:rsidR="00D16FB7" w:rsidRPr="008E3F1B" w:rsidRDefault="00D16FB7" w:rsidP="002F66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 w:rsidRPr="008E3F1B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42</w:t>
            </w:r>
          </w:p>
        </w:tc>
      </w:tr>
      <w:tr w:rsidR="00D16FB7" w:rsidRPr="008E3F1B" w:rsidTr="0003568B">
        <w:trPr>
          <w:jc w:val="center"/>
        </w:trPr>
        <w:tc>
          <w:tcPr>
            <w:tcW w:w="7904" w:type="dxa"/>
          </w:tcPr>
          <w:p w:rsidR="00D16FB7" w:rsidRPr="008E3F1B" w:rsidRDefault="00D16FB7" w:rsidP="002F66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F1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D16FB7" w:rsidRPr="008E3F1B" w:rsidRDefault="00D16FB7" w:rsidP="002F667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D16FB7" w:rsidRPr="008E3F1B" w:rsidTr="0003568B">
        <w:trPr>
          <w:jc w:val="center"/>
        </w:trPr>
        <w:tc>
          <w:tcPr>
            <w:tcW w:w="7904" w:type="dxa"/>
          </w:tcPr>
          <w:p w:rsidR="00D16FB7" w:rsidRPr="00E601E0" w:rsidRDefault="00D16FB7" w:rsidP="00E601E0">
            <w:pPr>
              <w:pStyle w:val="ListParagraph"/>
              <w:numPr>
                <w:ilvl w:val="0"/>
                <w:numId w:val="42"/>
              </w:numPr>
              <w:jc w:val="both"/>
              <w:rPr>
                <w:sz w:val="28"/>
                <w:szCs w:val="28"/>
              </w:rPr>
            </w:pPr>
            <w:r w:rsidRPr="00E601E0">
              <w:rPr>
                <w:sz w:val="28"/>
                <w:szCs w:val="28"/>
              </w:rPr>
              <w:t>Выполнение упражнений;</w:t>
            </w:r>
          </w:p>
          <w:p w:rsidR="00D16FB7" w:rsidRPr="00E601E0" w:rsidRDefault="00D16FB7" w:rsidP="00E601E0">
            <w:pPr>
              <w:pStyle w:val="ListParagraph"/>
              <w:numPr>
                <w:ilvl w:val="0"/>
                <w:numId w:val="42"/>
              </w:numPr>
              <w:jc w:val="both"/>
              <w:rPr>
                <w:sz w:val="28"/>
                <w:szCs w:val="28"/>
              </w:rPr>
            </w:pPr>
            <w:r w:rsidRPr="00E601E0">
              <w:rPr>
                <w:sz w:val="28"/>
                <w:szCs w:val="28"/>
              </w:rPr>
              <w:t>Составление схем, таблиц, диаграмм состояния сплавов, кривых охлаждения и нагрева сплавов, циклов термической обработки сплавов;</w:t>
            </w:r>
          </w:p>
          <w:p w:rsidR="00D16FB7" w:rsidRPr="00E601E0" w:rsidRDefault="00D16FB7" w:rsidP="00E601E0">
            <w:pPr>
              <w:pStyle w:val="ListParagraph"/>
              <w:numPr>
                <w:ilvl w:val="0"/>
                <w:numId w:val="42"/>
              </w:numPr>
              <w:jc w:val="both"/>
              <w:rPr>
                <w:sz w:val="28"/>
                <w:szCs w:val="28"/>
              </w:rPr>
            </w:pPr>
            <w:r w:rsidRPr="00E601E0">
              <w:rPr>
                <w:sz w:val="28"/>
                <w:szCs w:val="28"/>
              </w:rPr>
              <w:t>Составление опорных конспектов;</w:t>
            </w:r>
          </w:p>
          <w:p w:rsidR="00D16FB7" w:rsidRPr="00E601E0" w:rsidRDefault="00D16FB7" w:rsidP="00E601E0">
            <w:pPr>
              <w:pStyle w:val="ListParagraph"/>
              <w:numPr>
                <w:ilvl w:val="0"/>
                <w:numId w:val="42"/>
              </w:numPr>
              <w:jc w:val="both"/>
              <w:rPr>
                <w:sz w:val="28"/>
                <w:szCs w:val="28"/>
              </w:rPr>
            </w:pPr>
            <w:r w:rsidRPr="00E601E0">
              <w:rPr>
                <w:sz w:val="28"/>
                <w:szCs w:val="28"/>
              </w:rPr>
              <w:t>Решение задач.</w:t>
            </w:r>
          </w:p>
        </w:tc>
        <w:tc>
          <w:tcPr>
            <w:tcW w:w="1800" w:type="dxa"/>
          </w:tcPr>
          <w:p w:rsidR="00D16FB7" w:rsidRPr="008E3F1B" w:rsidRDefault="00D16FB7" w:rsidP="002F667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E3F1B">
              <w:rPr>
                <w:rFonts w:ascii="Times New Roman" w:hAnsi="Times New Roman"/>
                <w:i/>
                <w:iCs/>
                <w:sz w:val="28"/>
                <w:szCs w:val="28"/>
              </w:rPr>
              <w:t>22</w:t>
            </w:r>
          </w:p>
          <w:p w:rsidR="00D16FB7" w:rsidRPr="008E3F1B" w:rsidRDefault="00D16FB7" w:rsidP="002F667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D16FB7" w:rsidRPr="008E3F1B" w:rsidRDefault="00D16FB7" w:rsidP="002F667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E3F1B">
              <w:rPr>
                <w:rFonts w:ascii="Times New Roman" w:hAnsi="Times New Roman"/>
                <w:i/>
                <w:iCs/>
                <w:sz w:val="28"/>
                <w:szCs w:val="28"/>
              </w:rPr>
              <w:t>10</w:t>
            </w:r>
          </w:p>
          <w:p w:rsidR="00D16FB7" w:rsidRPr="008E3F1B" w:rsidRDefault="00D16FB7" w:rsidP="002F667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D16FB7" w:rsidRPr="008E3F1B" w:rsidRDefault="00D16FB7" w:rsidP="002F667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E3F1B">
              <w:rPr>
                <w:rFonts w:ascii="Times New Roman" w:hAnsi="Times New Roman"/>
                <w:i/>
                <w:iCs/>
                <w:sz w:val="28"/>
                <w:szCs w:val="28"/>
              </w:rPr>
              <w:t>2</w:t>
            </w:r>
          </w:p>
          <w:p w:rsidR="00D16FB7" w:rsidRPr="008E3F1B" w:rsidRDefault="00D16FB7" w:rsidP="002F667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E3F1B">
              <w:rPr>
                <w:rFonts w:ascii="Times New Roman" w:hAnsi="Times New Roman"/>
                <w:i/>
                <w:iCs/>
                <w:sz w:val="28"/>
                <w:szCs w:val="28"/>
              </w:rPr>
              <w:t>8</w:t>
            </w:r>
          </w:p>
          <w:p w:rsidR="00D16FB7" w:rsidRPr="008E3F1B" w:rsidRDefault="00D16FB7" w:rsidP="00E601E0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D16FB7" w:rsidRPr="008E3F1B" w:rsidTr="0003568B">
        <w:trPr>
          <w:jc w:val="center"/>
        </w:trPr>
        <w:tc>
          <w:tcPr>
            <w:tcW w:w="9704" w:type="dxa"/>
            <w:gridSpan w:val="2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E3F1B">
              <w:rPr>
                <w:rFonts w:ascii="Times New Roman" w:hAnsi="Times New Roman"/>
                <w:i/>
                <w:iCs/>
                <w:sz w:val="28"/>
                <w:szCs w:val="28"/>
              </w:rPr>
              <w:t>Итоговая аттестация в форме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</w:t>
            </w:r>
            <w:r w:rsidRPr="008E3F1B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экзамена</w:t>
            </w:r>
          </w:p>
          <w:p w:rsidR="00D16FB7" w:rsidRPr="008E3F1B" w:rsidRDefault="00D16FB7" w:rsidP="002F667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</w:tbl>
    <w:p w:rsidR="00D16FB7" w:rsidRPr="009C128B" w:rsidRDefault="00D16FB7" w:rsidP="002F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</w:rPr>
      </w:pPr>
    </w:p>
    <w:p w:rsidR="00D16FB7" w:rsidRPr="009C128B" w:rsidRDefault="00D16FB7" w:rsidP="009C1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D16FB7" w:rsidRPr="009C128B" w:rsidRDefault="00D16FB7" w:rsidP="009C1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  <w:sectPr w:rsidR="00D16FB7" w:rsidRPr="009C128B" w:rsidSect="00B04EFF">
          <w:footerReference w:type="even" r:id="rId7"/>
          <w:footerReference w:type="default" r:id="rId8"/>
          <w:pgSz w:w="11906" w:h="16838"/>
          <w:pgMar w:top="851" w:right="566" w:bottom="1134" w:left="993" w:header="708" w:footer="708" w:gutter="0"/>
          <w:cols w:space="720"/>
          <w:titlePg/>
        </w:sectPr>
      </w:pPr>
    </w:p>
    <w:p w:rsidR="00D16FB7" w:rsidRPr="009C128B" w:rsidRDefault="00D16FB7" w:rsidP="002F667C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>
        <w:rPr>
          <w:b/>
          <w:sz w:val="28"/>
          <w:szCs w:val="28"/>
        </w:rPr>
        <w:t>2</w:t>
      </w:r>
      <w:r w:rsidRPr="009C128B">
        <w:rPr>
          <w:b/>
          <w:sz w:val="28"/>
          <w:szCs w:val="28"/>
        </w:rPr>
        <w:t>.2. Тематический план и содержание учебной дисциплины</w:t>
      </w:r>
      <w:r>
        <w:rPr>
          <w:b/>
          <w:sz w:val="28"/>
          <w:szCs w:val="28"/>
        </w:rPr>
        <w:t xml:space="preserve"> </w:t>
      </w:r>
      <w:r w:rsidRPr="005C72EB">
        <w:rPr>
          <w:b/>
          <w:i/>
          <w:sz w:val="28"/>
          <w:szCs w:val="28"/>
          <w:u w:val="single"/>
        </w:rPr>
        <w:t>Материаловедение</w:t>
      </w:r>
    </w:p>
    <w:p w:rsidR="00D16FB7" w:rsidRPr="009C128B" w:rsidRDefault="00D16FB7" w:rsidP="002F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9C128B">
        <w:rPr>
          <w:rFonts w:ascii="Times New Roman" w:hAnsi="Times New Roman"/>
          <w:bCs/>
          <w:i/>
          <w:sz w:val="20"/>
          <w:szCs w:val="20"/>
        </w:rPr>
        <w:tab/>
      </w:r>
      <w:r w:rsidRPr="009C128B">
        <w:rPr>
          <w:rFonts w:ascii="Times New Roman" w:hAnsi="Times New Roman"/>
          <w:bCs/>
          <w:i/>
          <w:sz w:val="20"/>
          <w:szCs w:val="20"/>
        </w:rPr>
        <w:tab/>
      </w:r>
      <w:r w:rsidRPr="009C128B">
        <w:rPr>
          <w:rFonts w:ascii="Times New Roman" w:hAnsi="Times New Roman"/>
          <w:bCs/>
          <w:i/>
          <w:sz w:val="20"/>
          <w:szCs w:val="20"/>
        </w:rPr>
        <w:tab/>
      </w:r>
    </w:p>
    <w:tbl>
      <w:tblPr>
        <w:tblW w:w="15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32"/>
        <w:gridCol w:w="16"/>
        <w:gridCol w:w="664"/>
        <w:gridCol w:w="60"/>
        <w:gridCol w:w="13"/>
        <w:gridCol w:w="47"/>
        <w:gridCol w:w="100"/>
        <w:gridCol w:w="80"/>
        <w:gridCol w:w="57"/>
        <w:gridCol w:w="245"/>
        <w:gridCol w:w="8501"/>
        <w:gridCol w:w="1667"/>
        <w:gridCol w:w="11"/>
        <w:gridCol w:w="1679"/>
      </w:tblGrid>
      <w:tr w:rsidR="00D16FB7" w:rsidRPr="008E3F1B" w:rsidTr="00B56F5F">
        <w:trPr>
          <w:trHeight w:val="20"/>
        </w:trPr>
        <w:tc>
          <w:tcPr>
            <w:tcW w:w="2332" w:type="dxa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</w:t>
            </w: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679" w:type="dxa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79" w:type="dxa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D16FB7" w:rsidRPr="008E3F1B" w:rsidTr="00B56F5F">
        <w:trPr>
          <w:trHeight w:val="746"/>
        </w:trPr>
        <w:tc>
          <w:tcPr>
            <w:tcW w:w="2332" w:type="dxa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1</w:t>
            </w: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8E3F1B">
              <w:rPr>
                <w:rFonts w:ascii="Times New Roman" w:hAnsi="Times New Roman"/>
                <w:sz w:val="20"/>
                <w:szCs w:val="20"/>
              </w:rPr>
              <w:t>Строение и механические свойства материалов.</w:t>
            </w: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9</w:t>
            </w:r>
          </w:p>
        </w:tc>
        <w:tc>
          <w:tcPr>
            <w:tcW w:w="1679" w:type="dxa"/>
            <w:tcBorders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1.1. </w:t>
            </w: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Строение металлов</w:t>
            </w: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79" w:type="dxa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82" w:type="dxa"/>
            <w:gridSpan w:val="9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1" w:type="dxa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Общие сведения о металлах.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82" w:type="dxa"/>
            <w:gridSpan w:val="9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01" w:type="dxa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Кристаллическое строение металлов.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82" w:type="dxa"/>
            <w:gridSpan w:val="9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01" w:type="dxa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Точечные и линейные дефекты кристаллических структур.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82" w:type="dxa"/>
            <w:gridSpan w:val="9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4.</w:t>
            </w:r>
          </w:p>
        </w:tc>
        <w:tc>
          <w:tcPr>
            <w:tcW w:w="8501" w:type="dxa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Анизотропия металлов.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82" w:type="dxa"/>
            <w:gridSpan w:val="9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5.</w:t>
            </w:r>
          </w:p>
        </w:tc>
        <w:tc>
          <w:tcPr>
            <w:tcW w:w="8501" w:type="dxa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Аллотропия металлов.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Лабораторные работы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D16FB7" w:rsidRPr="008E3F1B" w:rsidRDefault="00D16FB7" w:rsidP="002F667C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D16FB7" w:rsidRPr="008E3F1B" w:rsidRDefault="00D16FB7" w:rsidP="002F667C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1.2. </w:t>
            </w:r>
            <w:r w:rsidRPr="008E3F1B">
              <w:rPr>
                <w:rFonts w:ascii="Times New Roman" w:hAnsi="Times New Roman"/>
                <w:sz w:val="20"/>
                <w:szCs w:val="20"/>
              </w:rPr>
              <w:t>Основные механические свойства металлов.</w:t>
            </w: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1679" w:type="dxa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82" w:type="dxa"/>
            <w:gridSpan w:val="9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1" w:type="dxa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Свойства материалов и их классификация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82" w:type="dxa"/>
            <w:gridSpan w:val="9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01" w:type="dxa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Определение прочностных свойств материалов.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82" w:type="dxa"/>
            <w:gridSpan w:val="9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01" w:type="dxa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Способы определения твёрдости материалов.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82" w:type="dxa"/>
            <w:gridSpan w:val="9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01" w:type="dxa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Испытание на ударную вязкость.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Лабораторные работы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679" w:type="dxa"/>
            <w:tcBorders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82" w:type="dxa"/>
            <w:gridSpan w:val="9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1" w:type="dxa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Опре</w:t>
            </w: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деление твёрдости металлов по методу Бринелля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82" w:type="dxa"/>
            <w:gridSpan w:val="9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01" w:type="dxa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Опре</w:t>
            </w: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деление твёрдости металлов по методу Роквелла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34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Лабораторные работы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vMerge w:val="restart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18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vMerge/>
            <w:tcBorders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EA64E6">
        <w:trPr>
          <w:trHeight w:val="48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5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ind w:left="645"/>
              <w:rPr>
                <w:rFonts w:ascii="Times New Roman" w:hAnsi="Times New Roman"/>
                <w:sz w:val="20"/>
                <w:szCs w:val="20"/>
              </w:rPr>
            </w:pP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030" w:type="dxa"/>
            <w:gridSpan w:val="6"/>
          </w:tcPr>
          <w:p w:rsidR="00D16FB7" w:rsidRPr="008E3F1B" w:rsidRDefault="00D16FB7" w:rsidP="002F667C">
            <w:pPr>
              <w:spacing w:after="0" w:line="240" w:lineRule="auto"/>
              <w:ind w:left="165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 xml:space="preserve"> Упражнения по сравнительному  анализу возможностей  применения различных способов </w:t>
            </w:r>
          </w:p>
          <w:p w:rsidR="00D16FB7" w:rsidRPr="008E3F1B" w:rsidRDefault="00D16FB7" w:rsidP="002F667C">
            <w:pPr>
              <w:spacing w:after="0" w:line="240" w:lineRule="auto"/>
              <w:ind w:left="165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определения   твердости для конкретного материала.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EA64E6">
        <w:trPr>
          <w:trHeight w:val="293"/>
        </w:trPr>
        <w:tc>
          <w:tcPr>
            <w:tcW w:w="2332" w:type="dxa"/>
            <w:vMerge/>
            <w:tcBorders>
              <w:bottom w:val="nil"/>
            </w:tcBorders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5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030" w:type="dxa"/>
            <w:gridSpan w:val="6"/>
          </w:tcPr>
          <w:p w:rsidR="00D16FB7" w:rsidRPr="008E3F1B" w:rsidRDefault="00D16FB7" w:rsidP="002F667C">
            <w:pPr>
              <w:spacing w:after="0" w:line="240" w:lineRule="auto"/>
              <w:ind w:left="165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Выполнение схем твердомеров.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  <w:tcBorders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48" w:type="dxa"/>
            <w:gridSpan w:val="2"/>
            <w:tcBorders>
              <w:top w:val="nil"/>
            </w:tcBorders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9"/>
            <w:tcBorders>
              <w:top w:val="nil"/>
            </w:tcBorders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D16FB7" w:rsidRPr="008E3F1B" w:rsidRDefault="00D16FB7" w:rsidP="002F667C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D16FB7" w:rsidRPr="008E3F1B" w:rsidRDefault="00D16FB7" w:rsidP="008B2EB0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 «Основные механические свойства материалов»</w:t>
            </w:r>
          </w:p>
          <w:p w:rsidR="00D16FB7" w:rsidRPr="008E3F1B" w:rsidRDefault="00D16FB7" w:rsidP="008B2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1. Механические свойства металлов</w:t>
            </w:r>
          </w:p>
          <w:p w:rsidR="00D16FB7" w:rsidRPr="008E3F1B" w:rsidRDefault="00D16FB7" w:rsidP="008B2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2. Методы испытания механических свойств металлов</w:t>
            </w:r>
          </w:p>
          <w:p w:rsidR="00D16FB7" w:rsidRPr="008E3F1B" w:rsidRDefault="00D16FB7" w:rsidP="008B2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3.Испытание на прочность , диаграмма растяжения металла</w:t>
            </w:r>
          </w:p>
          <w:p w:rsidR="00D16FB7" w:rsidRPr="008E3F1B" w:rsidRDefault="00D16FB7" w:rsidP="008B2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4. Испытание на ударную вязкость</w:t>
            </w:r>
          </w:p>
          <w:p w:rsidR="00D16FB7" w:rsidRPr="008E3F1B" w:rsidRDefault="00D16FB7" w:rsidP="008B2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5. Способы определения твёрдости металлов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1350"/>
        </w:trPr>
        <w:tc>
          <w:tcPr>
            <w:tcW w:w="2332" w:type="dxa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2.  </w:t>
            </w:r>
            <w:r w:rsidRPr="008E3F1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Процессы </w:t>
            </w:r>
            <w:r w:rsidRPr="008E3F1B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кристаллизации и структурообразования </w:t>
            </w:r>
            <w:r w:rsidRPr="008E3F1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металлов и </w:t>
            </w:r>
            <w:r w:rsidRPr="008E3F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сплавов</w:t>
            </w: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24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16FB7" w:rsidRPr="003D20D7" w:rsidRDefault="00D16FB7" w:rsidP="002F667C">
            <w:pPr>
              <w:pStyle w:val="Heading6"/>
              <w:spacing w:before="0" w:after="0"/>
              <w:rPr>
                <w:rFonts w:ascii="Times New Roman" w:hAnsi="Times New Roman"/>
                <w:u w:val="single"/>
              </w:rPr>
            </w:pPr>
            <w:r w:rsidRPr="003D20D7">
              <w:rPr>
                <w:rFonts w:ascii="Times New Roman" w:hAnsi="Times New Roman"/>
                <w:bCs w:val="0"/>
              </w:rPr>
              <w:t>Тема 2.1.</w:t>
            </w:r>
            <w:r w:rsidRPr="003D20D7">
              <w:rPr>
                <w:rFonts w:ascii="Times New Roman" w:hAnsi="Times New Roman"/>
                <w:b w:val="0"/>
              </w:rPr>
              <w:t>Кристаллизация металлов</w:t>
            </w:r>
            <w:r w:rsidRPr="003D20D7">
              <w:rPr>
                <w:rFonts w:ascii="Times New Roman" w:hAnsi="Times New Roman"/>
              </w:rPr>
              <w:t>.</w:t>
            </w:r>
          </w:p>
          <w:p w:rsidR="00D16FB7" w:rsidRPr="008E3F1B" w:rsidRDefault="00D16FB7" w:rsidP="002F667C">
            <w:pPr>
              <w:shd w:val="clear" w:color="auto" w:fill="FFFFFF"/>
              <w:spacing w:after="0" w:line="240" w:lineRule="auto"/>
              <w:ind w:left="38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679" w:type="dxa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71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883" w:type="dxa"/>
            <w:gridSpan w:val="4"/>
          </w:tcPr>
          <w:p w:rsidR="00D16FB7" w:rsidRPr="003D20D7" w:rsidRDefault="00D16FB7" w:rsidP="002F667C">
            <w:pPr>
              <w:pStyle w:val="BodyText"/>
              <w:spacing w:after="0"/>
              <w:rPr>
                <w:sz w:val="20"/>
                <w:szCs w:val="20"/>
              </w:rPr>
            </w:pPr>
            <w:r w:rsidRPr="003D20D7">
              <w:rPr>
                <w:sz w:val="20"/>
                <w:szCs w:val="20"/>
              </w:rPr>
              <w:t>Критические точки кристаллизации. Степень переохлаждения.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 xml:space="preserve"> Свободная энергия жидкого и твердого состояния металла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 xml:space="preserve"> Кривые охлаждения металлов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 xml:space="preserve">Стадии  кристаллизации 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Реальное строение кристаллов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Лабораторные работы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  <w:tcBorders>
              <w:bottom w:val="nil"/>
            </w:tcBorders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 xml:space="preserve">Самостоятельная работа студента 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475"/>
        </w:trPr>
        <w:tc>
          <w:tcPr>
            <w:tcW w:w="2332" w:type="dxa"/>
            <w:vMerge w:val="restart"/>
            <w:tcBorders>
              <w:top w:val="nil"/>
            </w:tcBorders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49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B43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Выполнение упражнений по применению  способов управления процессом кристаллизации     сплавов.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D16FB7" w:rsidRPr="008E3F1B" w:rsidRDefault="00D16FB7" w:rsidP="002F667C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D16FB7" w:rsidRPr="008E3F1B" w:rsidRDefault="00D16FB7" w:rsidP="008B2EB0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 «Процессы кристаллизации»</w:t>
            </w:r>
          </w:p>
          <w:p w:rsidR="00D16FB7" w:rsidRPr="008E3F1B" w:rsidRDefault="00D16FB7" w:rsidP="008B2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</w:rPr>
              <w:t xml:space="preserve">1. </w:t>
            </w:r>
            <w:r w:rsidRPr="008E3F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Теория кристаллизации Д.К.Чернова.</w:t>
            </w:r>
          </w:p>
          <w:p w:rsidR="00D16FB7" w:rsidRPr="008E3F1B" w:rsidRDefault="00D16FB7" w:rsidP="008B2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2. Способы управления процессом кристаллизации.</w:t>
            </w:r>
          </w:p>
          <w:p w:rsidR="00D16FB7" w:rsidRPr="008E3F1B" w:rsidRDefault="00D16FB7" w:rsidP="008B2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3. Построение кривых охлаждения.</w:t>
            </w:r>
          </w:p>
          <w:p w:rsidR="00D16FB7" w:rsidRPr="008E3F1B" w:rsidRDefault="00D16FB7" w:rsidP="008B2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4. Аллотропные превращения в железе и титане.</w:t>
            </w: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5. Строение стального слитка.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 w:val="restart"/>
            <w:tcBorders>
              <w:top w:val="nil"/>
            </w:tcBorders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2.2 </w:t>
            </w: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Методы исследования структуры металлов</w:t>
            </w: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679" w:type="dxa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Исследование структуры  металлов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Физические методы исследования металлов и сплавов»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Лабораторные работы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B43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EA64E6">
        <w:trPr>
          <w:trHeight w:val="2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0" w:type="dxa"/>
            <w:gridSpan w:val="7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803" w:type="dxa"/>
            <w:gridSpan w:val="3"/>
          </w:tcPr>
          <w:p w:rsidR="00D16FB7" w:rsidRPr="008E3F1B" w:rsidRDefault="00D16FB7" w:rsidP="00F72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Выполнение схем исследования структуры металлов.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B43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48" w:type="dxa"/>
            <w:gridSpan w:val="2"/>
            <w:tcBorders>
              <w:top w:val="nil"/>
            </w:tcBorders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767" w:type="dxa"/>
            <w:gridSpan w:val="9"/>
            <w:tcBorders>
              <w:top w:val="nil"/>
            </w:tcBorders>
          </w:tcPr>
          <w:p w:rsidR="00D16FB7" w:rsidRPr="008E3F1B" w:rsidRDefault="00D16FB7" w:rsidP="008B2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D16FB7" w:rsidRPr="008E3F1B" w:rsidRDefault="00D16FB7" w:rsidP="008B2EB0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D16FB7" w:rsidRPr="008E3F1B" w:rsidRDefault="00D16FB7" w:rsidP="008B2EB0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 «Физические методы исследования структуры».</w:t>
            </w:r>
          </w:p>
          <w:p w:rsidR="00D16FB7" w:rsidRPr="008E3F1B" w:rsidRDefault="00D16FB7" w:rsidP="008B2EB0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1. Рентгенконтроль.</w:t>
            </w:r>
          </w:p>
          <w:p w:rsidR="00D16FB7" w:rsidRPr="008E3F1B" w:rsidRDefault="00D16FB7" w:rsidP="008B2EB0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2. Гамма-дефектоскопия.</w:t>
            </w:r>
          </w:p>
          <w:p w:rsidR="00D16FB7" w:rsidRPr="008E3F1B" w:rsidRDefault="00D16FB7" w:rsidP="008B2EB0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3.Люминесцентный контроль.</w:t>
            </w:r>
          </w:p>
          <w:p w:rsidR="00D16FB7" w:rsidRPr="008E3F1B" w:rsidRDefault="00D16FB7" w:rsidP="008B2EB0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4. Магнитный контроль.</w:t>
            </w:r>
          </w:p>
          <w:p w:rsidR="00D16FB7" w:rsidRPr="008E3F1B" w:rsidRDefault="00D16FB7" w:rsidP="008B2EB0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5. Ультразвуковой контроль.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 w:val="restart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bCs/>
                <w:sz w:val="20"/>
                <w:szCs w:val="20"/>
              </w:rPr>
              <w:t>Тема 2.3</w:t>
            </w:r>
            <w:r w:rsidRPr="008E3F1B">
              <w:rPr>
                <w:rFonts w:ascii="Times New Roman" w:hAnsi="Times New Roman"/>
                <w:sz w:val="20"/>
                <w:szCs w:val="20"/>
              </w:rPr>
              <w:t xml:space="preserve">  Основные сведения из теории сплавов</w:t>
            </w: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679" w:type="dxa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37" w:type="dxa"/>
            <w:gridSpan w:val="8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746" w:type="dxa"/>
            <w:gridSpan w:val="2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Понятие о фазе, компоненте, системе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bottom w:val="nil"/>
            </w:tcBorders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37" w:type="dxa"/>
            <w:gridSpan w:val="8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746" w:type="dxa"/>
            <w:gridSpan w:val="2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 xml:space="preserve"> Взаимодействие компонентов сплавов в жидком состоянии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bottom w:val="nil"/>
            </w:tcBorders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345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37" w:type="dxa"/>
            <w:gridSpan w:val="8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746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Взаимодействие компонентов сплавов в твердом состоянии.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bottom w:val="nil"/>
            </w:tcBorders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345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37" w:type="dxa"/>
            <w:gridSpan w:val="8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8746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Диаграммы состояния двойных сплавов.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</w:tcBorders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Лабораторные работы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B43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EA64E6">
        <w:trPr>
          <w:trHeight w:val="18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Упражнения по анализу разных типов диаграмм состояния двойных сплавов.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B43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D16FB7" w:rsidRPr="008E3F1B" w:rsidRDefault="00D16FB7" w:rsidP="002F667C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D16FB7" w:rsidRPr="008E3F1B" w:rsidRDefault="00D16FB7" w:rsidP="008B2EB0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 «Диаграммы состояния двойных сплавов»</w:t>
            </w:r>
          </w:p>
          <w:p w:rsidR="00D16FB7" w:rsidRPr="008E3F1B" w:rsidRDefault="00D16FB7" w:rsidP="008B2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Образование компонентами механической смеси</w:t>
            </w:r>
          </w:p>
          <w:p w:rsidR="00D16FB7" w:rsidRPr="008E3F1B" w:rsidRDefault="00D16FB7" w:rsidP="008B2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Образование неограниченных растворов компонентов</w:t>
            </w:r>
          </w:p>
          <w:p w:rsidR="00D16FB7" w:rsidRPr="008E3F1B" w:rsidRDefault="00D16FB7" w:rsidP="008B2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Образование ограниченных растворов компонентов</w:t>
            </w:r>
          </w:p>
          <w:p w:rsidR="00D16FB7" w:rsidRPr="008E3F1B" w:rsidRDefault="00D16FB7" w:rsidP="008B2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Образование химического соединения компонентов</w:t>
            </w:r>
          </w:p>
          <w:p w:rsidR="00D16FB7" w:rsidRPr="008E3F1B" w:rsidRDefault="00D16FB7" w:rsidP="008B2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Связь между типом диаграммы и свойствами сплавов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 w:val="restart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sz w:val="20"/>
                <w:szCs w:val="20"/>
              </w:rPr>
              <w:t>Тема 2.4.</w:t>
            </w:r>
            <w:r w:rsidRPr="008E3F1B">
              <w:rPr>
                <w:rFonts w:ascii="Times New Roman" w:hAnsi="Times New Roman"/>
                <w:sz w:val="20"/>
                <w:szCs w:val="20"/>
              </w:rPr>
              <w:t>Диаграмма состояния «</w:t>
            </w:r>
            <w:r w:rsidRPr="008E3F1B">
              <w:rPr>
                <w:rFonts w:ascii="Times New Roman" w:hAnsi="Times New Roman"/>
                <w:sz w:val="20"/>
                <w:szCs w:val="20"/>
                <w:lang w:val="en-US"/>
              </w:rPr>
              <w:t>Fe</w:t>
            </w:r>
            <w:r w:rsidRPr="008E3F1B">
              <w:rPr>
                <w:rFonts w:ascii="Times New Roman" w:hAnsi="Times New Roman"/>
                <w:sz w:val="20"/>
                <w:szCs w:val="20"/>
              </w:rPr>
              <w:t>-</w:t>
            </w:r>
            <w:r w:rsidRPr="008E3F1B">
              <w:rPr>
                <w:rFonts w:ascii="Times New Roman" w:hAnsi="Times New Roman"/>
                <w:sz w:val="20"/>
                <w:szCs w:val="20"/>
                <w:lang w:val="en-US"/>
              </w:rPr>
              <w:t>Fe</w:t>
            </w:r>
            <w:r w:rsidRPr="008E3F1B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8E3F1B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Pr="008E3F1B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679" w:type="dxa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Фазы в системе «</w:t>
            </w:r>
            <w:r w:rsidRPr="008E3F1B">
              <w:rPr>
                <w:rFonts w:ascii="Times New Roman" w:hAnsi="Times New Roman"/>
                <w:sz w:val="20"/>
                <w:szCs w:val="20"/>
                <w:lang w:val="en-US"/>
              </w:rPr>
              <w:t>Fe</w:t>
            </w:r>
            <w:r w:rsidRPr="008E3F1B">
              <w:rPr>
                <w:rFonts w:ascii="Times New Roman" w:hAnsi="Times New Roman"/>
                <w:sz w:val="20"/>
                <w:szCs w:val="20"/>
              </w:rPr>
              <w:t>-</w:t>
            </w:r>
            <w:r w:rsidRPr="008E3F1B">
              <w:rPr>
                <w:rFonts w:ascii="Times New Roman" w:hAnsi="Times New Roman"/>
                <w:sz w:val="20"/>
                <w:szCs w:val="20"/>
                <w:lang w:val="en-US"/>
              </w:rPr>
              <w:t>Fe</w:t>
            </w:r>
            <w:r w:rsidRPr="008E3F1B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8E3F1B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Pr="008E3F1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Процессы первичной и вторичной кристаллизации сплавов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 xml:space="preserve"> Классификация железно-углеродистых сплавов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 xml:space="preserve">Превращения в сталях и чугунах при нагреве и охлаждении                                                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6A53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Выполнение упражнений:</w:t>
            </w:r>
          </w:p>
          <w:p w:rsidR="00D16FB7" w:rsidRDefault="00D16FB7" w:rsidP="006A5340">
            <w:pPr>
              <w:pStyle w:val="ListParagraph"/>
              <w:numPr>
                <w:ilvl w:val="0"/>
                <w:numId w:val="3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Построение </w:t>
            </w:r>
            <w:r w:rsidRPr="006A5340">
              <w:rPr>
                <w:sz w:val="20"/>
                <w:szCs w:val="20"/>
              </w:rPr>
              <w:t xml:space="preserve"> кривых охлажденияжелезно- углеродистых сплавов.</w:t>
            </w:r>
          </w:p>
          <w:p w:rsidR="00D16FB7" w:rsidRPr="006A5340" w:rsidRDefault="00D16FB7" w:rsidP="006A5340">
            <w:pPr>
              <w:pStyle w:val="ListParagraph"/>
              <w:numPr>
                <w:ilvl w:val="0"/>
                <w:numId w:val="3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Построение кривых </w:t>
            </w:r>
            <w:r w:rsidRPr="006A5340">
              <w:rPr>
                <w:sz w:val="20"/>
                <w:szCs w:val="20"/>
              </w:rPr>
              <w:t>нагрева железно- углеродистых сплавов.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D16FB7" w:rsidRPr="008E3F1B" w:rsidRDefault="00D16FB7" w:rsidP="002F667C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D16FB7" w:rsidRPr="008E3F1B" w:rsidRDefault="00D16FB7" w:rsidP="0096464B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 «Диаграммы состояний, превращения»</w:t>
            </w:r>
          </w:p>
          <w:p w:rsidR="00D16FB7" w:rsidRPr="008E3F1B" w:rsidRDefault="00D16FB7" w:rsidP="00964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1. Эвтектическое превращение в системе «Fe-Fe3C».</w:t>
            </w:r>
          </w:p>
          <w:p w:rsidR="00D16FB7" w:rsidRPr="008E3F1B" w:rsidRDefault="00D16FB7" w:rsidP="00964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2. Эвтектоидное превращение в системе «Fe-Fe3C».</w:t>
            </w:r>
          </w:p>
          <w:p w:rsidR="00D16FB7" w:rsidRPr="008E3F1B" w:rsidRDefault="00D16FB7" w:rsidP="00964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 xml:space="preserve">3. Образование твёрдых растворов </w:t>
            </w:r>
          </w:p>
          <w:p w:rsidR="00D16FB7" w:rsidRPr="008E3F1B" w:rsidRDefault="00D16FB7" w:rsidP="00964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4. Образование химического соединения.</w:t>
            </w:r>
          </w:p>
          <w:p w:rsidR="00D16FB7" w:rsidRPr="008E3F1B" w:rsidRDefault="00D16FB7" w:rsidP="009646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 xml:space="preserve">5. Превращения в сталях при нагреве и охлаждении.  </w:t>
            </w:r>
          </w:p>
          <w:p w:rsidR="00D16FB7" w:rsidRPr="008E3F1B" w:rsidRDefault="00D16FB7" w:rsidP="009646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6. Построение кривых охлаждения для сплавов.</w:t>
            </w:r>
          </w:p>
          <w:p w:rsidR="00D16FB7" w:rsidRPr="008E3F1B" w:rsidRDefault="00D16FB7" w:rsidP="009646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 xml:space="preserve">7.Превращения в чугунах при нагреве и охлаждении. </w:t>
            </w:r>
          </w:p>
          <w:p w:rsidR="00D16FB7" w:rsidRPr="008E3F1B" w:rsidRDefault="00D16FB7" w:rsidP="00597F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8. Построение кривых охлаждения для сплавов.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698"/>
        </w:trPr>
        <w:tc>
          <w:tcPr>
            <w:tcW w:w="2332" w:type="dxa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3.</w:t>
            </w:r>
            <w:r w:rsidRPr="008E3F1B">
              <w:rPr>
                <w:rFonts w:ascii="Times New Roman" w:hAnsi="Times New Roman"/>
                <w:sz w:val="20"/>
                <w:szCs w:val="20"/>
              </w:rPr>
              <w:t>Термическая обработка металлов.</w:t>
            </w: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13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 w:val="restart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sz w:val="20"/>
                <w:szCs w:val="20"/>
              </w:rPr>
              <w:t>Тема 3.1.</w:t>
            </w:r>
            <w:r w:rsidRPr="008E3F1B">
              <w:rPr>
                <w:rFonts w:ascii="Times New Roman" w:hAnsi="Times New Roman"/>
                <w:sz w:val="20"/>
                <w:szCs w:val="20"/>
              </w:rPr>
              <w:t xml:space="preserve"> Основы термической обработки</w:t>
            </w: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металлов.</w:t>
            </w: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679" w:type="dxa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Общие сведения о термической обработке стали.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Превращения в стали при нагреве.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 xml:space="preserve">Превращения в стали при охлаждении 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Образование перлита, сорбита, троостита, бейнита в стали. Диаграмма С-образных кривых.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Построение диаграммы С-образных кривых.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D16FB7" w:rsidRPr="008E3F1B" w:rsidRDefault="00D16FB7" w:rsidP="002F667C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D16FB7" w:rsidRPr="008E3F1B" w:rsidRDefault="00D16FB7" w:rsidP="002F667C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 w:val="restart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sz w:val="20"/>
                <w:szCs w:val="20"/>
              </w:rPr>
              <w:t>Тема 3.2.</w:t>
            </w:r>
            <w:r w:rsidRPr="008E3F1B">
              <w:rPr>
                <w:rFonts w:ascii="Times New Roman" w:hAnsi="Times New Roman"/>
                <w:sz w:val="20"/>
                <w:szCs w:val="20"/>
              </w:rPr>
              <w:t xml:space="preserve">  Собственно-термическая обработка</w:t>
            </w: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металлов.</w:t>
            </w: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679" w:type="dxa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Назначение и виды отжига стали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Режимы отжига стали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Нормализация стали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4.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 xml:space="preserve"> Виды закалки стали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5.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Режимы закалки стали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6.</w:t>
            </w:r>
          </w:p>
        </w:tc>
        <w:tc>
          <w:tcPr>
            <w:tcW w:w="8883" w:type="dxa"/>
            <w:gridSpan w:val="4"/>
          </w:tcPr>
          <w:p w:rsidR="00D16FB7" w:rsidRPr="003D20D7" w:rsidRDefault="00D16FB7" w:rsidP="002F667C">
            <w:pPr>
              <w:pStyle w:val="Heading6"/>
              <w:spacing w:before="0" w:after="0"/>
              <w:rPr>
                <w:rFonts w:ascii="Times New Roman" w:hAnsi="Times New Roman"/>
                <w:b w:val="0"/>
                <w:i/>
              </w:rPr>
            </w:pPr>
            <w:r w:rsidRPr="003D20D7">
              <w:rPr>
                <w:rFonts w:ascii="Times New Roman" w:hAnsi="Times New Roman"/>
                <w:b w:val="0"/>
              </w:rPr>
              <w:t>Виды отпуска стали и их назначение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7.</w:t>
            </w:r>
          </w:p>
        </w:tc>
        <w:tc>
          <w:tcPr>
            <w:tcW w:w="8883" w:type="dxa"/>
            <w:gridSpan w:val="4"/>
          </w:tcPr>
          <w:p w:rsidR="00D16FB7" w:rsidRPr="003D20D7" w:rsidRDefault="00D16FB7" w:rsidP="002F667C">
            <w:pPr>
              <w:pStyle w:val="Heading6"/>
              <w:spacing w:before="0" w:after="0"/>
              <w:rPr>
                <w:rFonts w:ascii="Times New Roman" w:hAnsi="Times New Roman"/>
                <w:b w:val="0"/>
                <w:i/>
              </w:rPr>
            </w:pPr>
            <w:r w:rsidRPr="003D20D7">
              <w:rPr>
                <w:rFonts w:ascii="Times New Roman" w:hAnsi="Times New Roman"/>
                <w:b w:val="0"/>
              </w:rPr>
              <w:t xml:space="preserve"> Старение стали. Обработка холодом.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3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 xml:space="preserve">Упражнения по построению цикла термической обработки. 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46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Составление конспекта по теме «Дефекты термической обработки и их классификация».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  <w:tcBorders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D16FB7" w:rsidRPr="008E3F1B" w:rsidRDefault="00D16FB7" w:rsidP="002F667C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D16FB7" w:rsidRPr="008E3F1B" w:rsidRDefault="00D16FB7" w:rsidP="00597F7E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 xml:space="preserve">семинарские занятия«Собственно-термическая обработка металлов».                                       </w:t>
            </w:r>
          </w:p>
          <w:p w:rsidR="00D16FB7" w:rsidRPr="008E3F1B" w:rsidRDefault="00D16FB7" w:rsidP="00597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Назначение и виды отжига стали</w:t>
            </w:r>
          </w:p>
          <w:p w:rsidR="00D16FB7" w:rsidRPr="008E3F1B" w:rsidRDefault="00D16FB7" w:rsidP="00597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Режимы отжига стали</w:t>
            </w:r>
          </w:p>
          <w:p w:rsidR="00D16FB7" w:rsidRPr="008E3F1B" w:rsidRDefault="00D16FB7" w:rsidP="00597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Нормализация стали</w:t>
            </w:r>
          </w:p>
          <w:p w:rsidR="00D16FB7" w:rsidRPr="008E3F1B" w:rsidRDefault="00D16FB7" w:rsidP="00597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Виды закалки стали</w:t>
            </w:r>
          </w:p>
          <w:p w:rsidR="00D16FB7" w:rsidRPr="008E3F1B" w:rsidRDefault="00D16FB7" w:rsidP="00597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Режимы закалки стали</w:t>
            </w:r>
          </w:p>
          <w:p w:rsidR="00D16FB7" w:rsidRPr="008E3F1B" w:rsidRDefault="00D16FB7" w:rsidP="00597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Виды отпуска стали и их назначение</w:t>
            </w:r>
          </w:p>
          <w:p w:rsidR="00D16FB7" w:rsidRPr="008E3F1B" w:rsidRDefault="00D16FB7" w:rsidP="00597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Старение стали</w:t>
            </w:r>
          </w:p>
          <w:p w:rsidR="00D16FB7" w:rsidRPr="008E3F1B" w:rsidRDefault="00D16FB7" w:rsidP="00597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Обработка холодом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167"/>
        </w:trPr>
        <w:tc>
          <w:tcPr>
            <w:tcW w:w="2332" w:type="dxa"/>
            <w:vMerge w:val="restart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sz w:val="20"/>
                <w:szCs w:val="20"/>
              </w:rPr>
              <w:t xml:space="preserve">Тема 3.3 </w:t>
            </w:r>
            <w:r w:rsidRPr="008E3F1B">
              <w:rPr>
                <w:rFonts w:ascii="Times New Roman" w:hAnsi="Times New Roman"/>
                <w:sz w:val="20"/>
                <w:szCs w:val="20"/>
              </w:rPr>
              <w:t>Химико-термическая обработка металлов.</w:t>
            </w: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679" w:type="dxa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69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Общие сведения о химико-термической обработке стали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D16FB7" w:rsidRPr="008E3F1B" w:rsidTr="00B56F5F">
        <w:trPr>
          <w:trHeight w:val="288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Цементация стали.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318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Азотирование стали.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34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4.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Нитроцементация стали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68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5.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Диффузионная металлизация стали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EA64E6">
        <w:trPr>
          <w:trHeight w:val="26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Упражнения по расчёту режимов термической обработки.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EA64E6">
        <w:trPr>
          <w:trHeight w:val="214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Построение термических циклов обработки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  <w:tcBorders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D16FB7" w:rsidRPr="008E3F1B" w:rsidRDefault="00D16FB7" w:rsidP="002F667C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D16FB7" w:rsidRPr="008E3F1B" w:rsidRDefault="00D16FB7" w:rsidP="00597F7E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 xml:space="preserve">семинарские занятия «Химико-термическая обработка с металлов».                                          </w:t>
            </w:r>
          </w:p>
          <w:p w:rsidR="00D16FB7" w:rsidRPr="008E3F1B" w:rsidRDefault="00D16FB7" w:rsidP="00597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1. Общие сведения о химико-термической обработке стали</w:t>
            </w:r>
          </w:p>
          <w:p w:rsidR="00D16FB7" w:rsidRPr="008E3F1B" w:rsidRDefault="00D16FB7" w:rsidP="00597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2. Цементация стали</w:t>
            </w:r>
          </w:p>
          <w:p w:rsidR="00D16FB7" w:rsidRPr="008E3F1B" w:rsidRDefault="00D16FB7" w:rsidP="00597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3. Азотирование</w:t>
            </w:r>
          </w:p>
          <w:p w:rsidR="00D16FB7" w:rsidRPr="008E3F1B" w:rsidRDefault="00D16FB7" w:rsidP="00597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4. Нитроцементация стали</w:t>
            </w:r>
          </w:p>
          <w:p w:rsidR="00D16FB7" w:rsidRPr="008E3F1B" w:rsidRDefault="00D16FB7" w:rsidP="00597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5. Диффузионная металлизация стали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1172"/>
        </w:trPr>
        <w:tc>
          <w:tcPr>
            <w:tcW w:w="2332" w:type="dxa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4.</w:t>
            </w: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 xml:space="preserve"> Конструкционные материалы на основе черных металлов.</w:t>
            </w:r>
          </w:p>
        </w:tc>
        <w:tc>
          <w:tcPr>
            <w:tcW w:w="9783" w:type="dxa"/>
            <w:gridSpan w:val="10"/>
          </w:tcPr>
          <w:p w:rsidR="00D16FB7" w:rsidRPr="003D20D7" w:rsidRDefault="00D16FB7" w:rsidP="002F667C">
            <w:pPr>
              <w:pStyle w:val="Heading6"/>
              <w:spacing w:before="0" w:after="0"/>
              <w:rPr>
                <w:rFonts w:ascii="Times New Roman" w:hAnsi="Times New Roman"/>
                <w:b w:val="0"/>
              </w:rPr>
            </w:pP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29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 w:val="restart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sz w:val="20"/>
                <w:szCs w:val="20"/>
              </w:rPr>
              <w:t>Тема 4.1.</w:t>
            </w: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Чугуны</w:t>
            </w: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679" w:type="dxa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883" w:type="dxa"/>
            <w:gridSpan w:val="4"/>
          </w:tcPr>
          <w:p w:rsidR="00D16FB7" w:rsidRPr="003D20D7" w:rsidRDefault="00D16FB7" w:rsidP="002F667C">
            <w:pPr>
              <w:pStyle w:val="Heading7"/>
              <w:jc w:val="left"/>
            </w:pPr>
            <w:r w:rsidRPr="003D20D7">
              <w:rPr>
                <w:u w:val="none"/>
              </w:rPr>
              <w:t>Диаграмма «железо-графит». Классификация чугунов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883" w:type="dxa"/>
            <w:gridSpan w:val="4"/>
          </w:tcPr>
          <w:p w:rsidR="00D16FB7" w:rsidRPr="003D20D7" w:rsidRDefault="00D16FB7" w:rsidP="002F667C">
            <w:pPr>
              <w:pStyle w:val="Heading7"/>
              <w:jc w:val="left"/>
              <w:rPr>
                <w:u w:val="none"/>
              </w:rPr>
            </w:pPr>
            <w:r w:rsidRPr="003D20D7">
              <w:rPr>
                <w:u w:val="none"/>
              </w:rPr>
              <w:t>Графитизированные  серые чугуны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Высокопрочные чугуны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4.</w:t>
            </w:r>
          </w:p>
        </w:tc>
        <w:tc>
          <w:tcPr>
            <w:tcW w:w="8883" w:type="dxa"/>
            <w:gridSpan w:val="4"/>
          </w:tcPr>
          <w:p w:rsidR="00D16FB7" w:rsidRPr="003D20D7" w:rsidRDefault="00D16FB7" w:rsidP="002F667C">
            <w:pPr>
              <w:pStyle w:val="Heading7"/>
              <w:jc w:val="left"/>
            </w:pPr>
            <w:r w:rsidRPr="003D20D7">
              <w:rPr>
                <w:u w:val="none"/>
              </w:rPr>
              <w:t>Ковкие чугуны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5.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Легированные чугуны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79" w:type="dxa"/>
            <w:tcBorders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 xml:space="preserve">Микроанализ </w:t>
            </w:r>
            <w:r w:rsidRPr="008E3F1B">
              <w:rPr>
                <w:rFonts w:ascii="Times New Roman" w:hAnsi="Times New Roman"/>
                <w:sz w:val="20"/>
                <w:szCs w:val="20"/>
                <w:lang w:val="en-US"/>
              </w:rPr>
              <w:t>Fe-C</w:t>
            </w:r>
            <w:r w:rsidRPr="008E3F1B">
              <w:rPr>
                <w:rFonts w:ascii="Times New Roman" w:hAnsi="Times New Roman"/>
                <w:sz w:val="20"/>
                <w:szCs w:val="20"/>
              </w:rPr>
              <w:t>сплавов.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4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ind w:left="32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Составление конспекта по теме «Специальные чугуны»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4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Упражнения по маркировке чугуна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  <w:tcBorders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D16FB7" w:rsidRPr="008E3F1B" w:rsidRDefault="00D16FB7" w:rsidP="002F667C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D16FB7" w:rsidRPr="008E3F1B" w:rsidRDefault="00D16FB7" w:rsidP="002F667C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 w:val="restart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sz w:val="20"/>
                <w:szCs w:val="20"/>
              </w:rPr>
              <w:t xml:space="preserve">Тема 4.2 </w:t>
            </w:r>
            <w:r w:rsidRPr="008E3F1B">
              <w:rPr>
                <w:rFonts w:ascii="Times New Roman" w:hAnsi="Times New Roman"/>
                <w:sz w:val="20"/>
                <w:szCs w:val="20"/>
              </w:rPr>
              <w:t>Углеродистая сталь</w:t>
            </w: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679" w:type="dxa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Влияние углерода и постоянных примесей на свойства стали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Углеродистые  конструкционные стали обычного качества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Углеродистые конструкционные качественные стали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 xml:space="preserve"> Углеродистые конструкционные высококачественные стали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Упражнения по маркировке углеродистой стали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16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Упражнения по применению углеродистой стали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  <w:tcBorders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D16FB7" w:rsidRPr="008E3F1B" w:rsidRDefault="00D16FB7" w:rsidP="002F667C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D16FB7" w:rsidRPr="008E3F1B" w:rsidRDefault="00D16FB7" w:rsidP="00597F7E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 «Маркировка углеродистой стали в соответствии с нормативными документами»</w:t>
            </w:r>
          </w:p>
          <w:p w:rsidR="00D16FB7" w:rsidRPr="008E3F1B" w:rsidRDefault="00D16FB7" w:rsidP="00597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1. Стали обычного качества</w:t>
            </w:r>
          </w:p>
          <w:p w:rsidR="00D16FB7" w:rsidRPr="008E3F1B" w:rsidRDefault="00D16FB7" w:rsidP="00597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2. Качественные стали</w:t>
            </w:r>
          </w:p>
          <w:p w:rsidR="00D16FB7" w:rsidRPr="008E3F1B" w:rsidRDefault="00D16FB7" w:rsidP="00597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3. Высококачественные стали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 w:val="restart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sz w:val="20"/>
                <w:szCs w:val="20"/>
              </w:rPr>
              <w:t>Тема 4.3.</w:t>
            </w:r>
            <w:r w:rsidRPr="008E3F1B">
              <w:rPr>
                <w:rFonts w:ascii="Times New Roman" w:hAnsi="Times New Roman"/>
                <w:sz w:val="20"/>
                <w:szCs w:val="20"/>
              </w:rPr>
              <w:t xml:space="preserve">  Легированная конструкционная сталь. </w:t>
            </w: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679" w:type="dxa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 xml:space="preserve"> Влияние легирующих элементов на свойства стали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Классификация легированной стали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Маркировка легированной стали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 xml:space="preserve"> Цементируемая сталь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Улучшаемая сталь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 xml:space="preserve">Пружинно-рессорная сталь 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Шарикоподшипниковая сталь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Автоматная сталь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vMerge w:val="restart"/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vMerge/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vMerge/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679" w:type="dxa"/>
            <w:vMerge/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349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1710"/>
              </w:tabs>
              <w:spacing w:after="0" w:line="240" w:lineRule="auto"/>
              <w:ind w:firstLine="766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Упражнения по  маркировке и сравнительному анализу легированной стали (работа с нормативно-справочной         литературой).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439E1">
        <w:trPr>
          <w:trHeight w:val="26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Решение ситуационных производственных задач по выбору  материала для конкретного изделия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D16FB7" w:rsidRPr="008E3F1B" w:rsidRDefault="00D16FB7" w:rsidP="002F667C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D16FB7" w:rsidRPr="008E3F1B" w:rsidRDefault="00D16FB7" w:rsidP="0041497C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 «Легированная конструкционная сталь»</w:t>
            </w:r>
          </w:p>
          <w:p w:rsidR="00D16FB7" w:rsidRPr="008E3F1B" w:rsidRDefault="00D16FB7" w:rsidP="004149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1. Конструктивная прочность материала</w:t>
            </w:r>
          </w:p>
          <w:p w:rsidR="00D16FB7" w:rsidRPr="008E3F1B" w:rsidRDefault="00D16FB7" w:rsidP="004149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2. Цементируемая сталь</w:t>
            </w:r>
          </w:p>
          <w:p w:rsidR="00D16FB7" w:rsidRPr="008E3F1B" w:rsidRDefault="00D16FB7" w:rsidP="004149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3.Улучшаемая сталь</w:t>
            </w:r>
          </w:p>
          <w:p w:rsidR="00D16FB7" w:rsidRPr="008E3F1B" w:rsidRDefault="00D16FB7" w:rsidP="004149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 xml:space="preserve">3. Пружинно-рессорная сталь </w:t>
            </w:r>
          </w:p>
          <w:p w:rsidR="00D16FB7" w:rsidRPr="008E3F1B" w:rsidRDefault="00D16FB7" w:rsidP="004149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4. Шарикоподшипниковая сталь</w:t>
            </w:r>
          </w:p>
          <w:p w:rsidR="00D16FB7" w:rsidRPr="008E3F1B" w:rsidRDefault="00D16FB7" w:rsidP="004149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5.  Автоматная сталь</w:t>
            </w:r>
          </w:p>
          <w:p w:rsidR="00D16FB7" w:rsidRPr="008E3F1B" w:rsidRDefault="00D16FB7" w:rsidP="004149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79" w:type="dxa"/>
            <w:vMerge/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 w:val="restart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sz w:val="20"/>
                <w:szCs w:val="20"/>
              </w:rPr>
              <w:t>Тема 4.4.</w:t>
            </w:r>
            <w:r w:rsidRPr="008E3F1B">
              <w:rPr>
                <w:rFonts w:ascii="Times New Roman" w:hAnsi="Times New Roman"/>
                <w:sz w:val="20"/>
                <w:szCs w:val="20"/>
              </w:rPr>
              <w:t xml:space="preserve">  Стали и сплавы с особыми свойствами</w:t>
            </w: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11</w:t>
            </w:r>
          </w:p>
        </w:tc>
        <w:tc>
          <w:tcPr>
            <w:tcW w:w="1679" w:type="dxa"/>
            <w:vMerge/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Классификация материалов с особыми свойствами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bottom w:val="nil"/>
            </w:tcBorders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 xml:space="preserve">Коррозионно-стойкие стали     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bottom w:val="nil"/>
            </w:tcBorders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Жаростойкие стали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bottom w:val="nil"/>
            </w:tcBorders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4.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Жаропрочные стали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bottom w:val="nil"/>
            </w:tcBorders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5.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Износостойкая сталь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</w:tcBorders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79" w:type="dxa"/>
            <w:tcBorders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Микроанализ легированной стали.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309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Упражнения по распознавание материалов по их маркировке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9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D16FB7" w:rsidRPr="008E3F1B" w:rsidRDefault="00D16FB7" w:rsidP="002F667C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D16FB7" w:rsidRPr="008E3F1B" w:rsidRDefault="00D16FB7" w:rsidP="00F729A7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 «Стали и сплавы с особыми свойствами»</w:t>
            </w:r>
          </w:p>
          <w:p w:rsidR="00D16FB7" w:rsidRPr="008E3F1B" w:rsidRDefault="00D16FB7" w:rsidP="00F72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Классификация материалов с особыми свойствами</w:t>
            </w:r>
          </w:p>
          <w:p w:rsidR="00D16FB7" w:rsidRPr="008E3F1B" w:rsidRDefault="00D16FB7" w:rsidP="00F72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 xml:space="preserve">Коррозионно-стойкие стали     </w:t>
            </w:r>
          </w:p>
          <w:p w:rsidR="00D16FB7" w:rsidRPr="008E3F1B" w:rsidRDefault="00D16FB7" w:rsidP="00F72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Жаростойкие стали</w:t>
            </w:r>
          </w:p>
          <w:p w:rsidR="00D16FB7" w:rsidRPr="008E3F1B" w:rsidRDefault="00D16FB7" w:rsidP="00F72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Жаропрочные стали</w:t>
            </w:r>
          </w:p>
          <w:p w:rsidR="00D16FB7" w:rsidRPr="008E3F1B" w:rsidRDefault="00D16FB7" w:rsidP="00F72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Хладостойкие стали</w:t>
            </w:r>
          </w:p>
          <w:p w:rsidR="00D16FB7" w:rsidRPr="008E3F1B" w:rsidRDefault="00D16FB7" w:rsidP="00F72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Износостойкая сталь</w:t>
            </w:r>
          </w:p>
          <w:p w:rsidR="00D16FB7" w:rsidRPr="008E3F1B" w:rsidRDefault="00D16FB7" w:rsidP="00F72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Материалы с особыми физическими свойствами</w:t>
            </w:r>
          </w:p>
          <w:p w:rsidR="00D16FB7" w:rsidRPr="008E3F1B" w:rsidRDefault="00D16FB7" w:rsidP="00F72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 xml:space="preserve">Применение стали и сплавов с особыми свойствами      </w:t>
            </w:r>
          </w:p>
          <w:p w:rsidR="00D16FB7" w:rsidRPr="008E3F1B" w:rsidRDefault="00D16FB7" w:rsidP="00F72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16FB7" w:rsidRPr="008E3F1B" w:rsidRDefault="00D16FB7" w:rsidP="00F72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5. </w:t>
            </w: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Конструкционные материалы на основе цветных металлов.</w:t>
            </w: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12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5.1 </w:t>
            </w: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Сплавы меди</w:t>
            </w: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679" w:type="dxa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Общие сведения о меди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 xml:space="preserve"> Классификация сплавов меди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 xml:space="preserve"> Латуни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Бронза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Упражнения по сплавами меди (работа с нормативно-справочной литературой).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1068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D16FB7" w:rsidRPr="008E3F1B" w:rsidRDefault="00D16FB7" w:rsidP="002F667C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D16FB7" w:rsidRPr="008E3F1B" w:rsidRDefault="00D16FB7" w:rsidP="002F667C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 w:val="restart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sz w:val="20"/>
                <w:szCs w:val="20"/>
              </w:rPr>
              <w:t>Тема 5.2.</w:t>
            </w:r>
            <w:r w:rsidRPr="008E3F1B">
              <w:rPr>
                <w:rFonts w:ascii="Times New Roman" w:hAnsi="Times New Roman"/>
                <w:sz w:val="20"/>
                <w:szCs w:val="20"/>
              </w:rPr>
              <w:t xml:space="preserve">  Сплавы алюминия</w:t>
            </w: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679" w:type="dxa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Общие сведения о алюминии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bottom w:val="nil"/>
            </w:tcBorders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Деформируемые сплавы алюминия: низкопрочные сплавы, средней прочности сплавы, высокопрочные сплавы, ковочные сплавы.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bottom w:val="nil"/>
            </w:tcBorders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Литейные сплавы алюминия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</w:tcBorders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4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Упражнения по маркировке  сплавов алюминия (работа с нормативно-справочной литературой).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4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Решение ситуационных производственных задач по выбору  материала для конкретного изделия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  <w:tcBorders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D16FB7" w:rsidRPr="008E3F1B" w:rsidRDefault="00D16FB7" w:rsidP="002F667C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D16FB7" w:rsidRPr="008E3F1B" w:rsidRDefault="00D16FB7" w:rsidP="00F729A7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занятия«Сплавы алюминия»</w:t>
            </w:r>
          </w:p>
          <w:p w:rsidR="00D16FB7" w:rsidRPr="008E3F1B" w:rsidRDefault="00D16FB7" w:rsidP="00F72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Низкопрочные</w:t>
            </w:r>
          </w:p>
          <w:p w:rsidR="00D16FB7" w:rsidRPr="008E3F1B" w:rsidRDefault="00D16FB7" w:rsidP="00F72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Термоупрочняемые</w:t>
            </w:r>
          </w:p>
          <w:p w:rsidR="00D16FB7" w:rsidRPr="008E3F1B" w:rsidRDefault="00D16FB7" w:rsidP="00F72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Высокопрочные</w:t>
            </w:r>
          </w:p>
          <w:p w:rsidR="00D16FB7" w:rsidRPr="008E3F1B" w:rsidRDefault="00D16FB7" w:rsidP="00F72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Ковочные</w:t>
            </w:r>
          </w:p>
          <w:p w:rsidR="00D16FB7" w:rsidRPr="008E3F1B" w:rsidRDefault="00D16FB7" w:rsidP="00F72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Сплавы титана однофазные, двухфазные</w:t>
            </w:r>
          </w:p>
          <w:p w:rsidR="00D16FB7" w:rsidRPr="008E3F1B" w:rsidRDefault="00D16FB7" w:rsidP="00F72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Сплавы магния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 w:val="restart"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sz w:val="20"/>
                <w:szCs w:val="20"/>
              </w:rPr>
              <w:t xml:space="preserve">Тема 5.3 </w:t>
            </w:r>
            <w:r w:rsidRPr="008E3F1B">
              <w:rPr>
                <w:rFonts w:ascii="Times New Roman" w:hAnsi="Times New Roman"/>
                <w:sz w:val="20"/>
                <w:szCs w:val="20"/>
              </w:rPr>
              <w:t>Сплавы титана и магния</w:t>
            </w:r>
          </w:p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679" w:type="dxa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Общие сведения о титане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 xml:space="preserve"> Сплавы титана 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Общие сведения о магнии.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Сплавы магния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88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Микроанализ цветных сплавов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89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0" w:type="dxa"/>
            <w:gridSpan w:val="5"/>
          </w:tcPr>
          <w:p w:rsidR="00D16FB7" w:rsidRPr="008E3F1B" w:rsidRDefault="00D16FB7" w:rsidP="002F667C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983" w:type="dxa"/>
            <w:gridSpan w:val="5"/>
          </w:tcPr>
          <w:p w:rsidR="00D16FB7" w:rsidRPr="008E3F1B" w:rsidRDefault="00D16FB7" w:rsidP="002F667C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Упражнения по распознаванию цветных материалов по их маркировке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 w:val="restart"/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63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0" w:type="dxa"/>
            <w:gridSpan w:val="5"/>
          </w:tcPr>
          <w:p w:rsidR="00D16FB7" w:rsidRPr="008E3F1B" w:rsidRDefault="00D16FB7" w:rsidP="002F667C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983" w:type="dxa"/>
            <w:gridSpan w:val="5"/>
          </w:tcPr>
          <w:p w:rsidR="00D16FB7" w:rsidRPr="008E3F1B" w:rsidRDefault="00D16FB7" w:rsidP="002F667C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Решение ситуационных производственных задач по выбору  материала для конкретного изделия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  <w:tcBorders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1108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D16FB7" w:rsidRPr="008E3F1B" w:rsidRDefault="00D16FB7" w:rsidP="002F667C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D16FB7" w:rsidRPr="008E3F1B" w:rsidRDefault="00D16FB7" w:rsidP="00F729A7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color w:val="000000"/>
                <w:spacing w:val="1"/>
                <w:sz w:val="24"/>
                <w:szCs w:val="24"/>
                <w:u w:val="single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</w:t>
            </w:r>
          </w:p>
          <w:p w:rsidR="00D16FB7" w:rsidRPr="008E3F1B" w:rsidRDefault="00D16FB7" w:rsidP="00F72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6</w:t>
            </w:r>
            <w:r w:rsidRPr="008E3F1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Конструкционные материалы на основе неметаллов</w:t>
            </w: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11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 w:val="restart"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sz w:val="20"/>
                <w:szCs w:val="20"/>
              </w:rPr>
              <w:t>Тема 6.1.</w:t>
            </w:r>
          </w:p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Пластические массы</w:t>
            </w: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679" w:type="dxa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030" w:type="dxa"/>
            <w:gridSpan w:val="6"/>
          </w:tcPr>
          <w:p w:rsidR="00D16FB7" w:rsidRPr="008E3F1B" w:rsidRDefault="00D16FB7" w:rsidP="002F66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 xml:space="preserve"> Свойства материалов на основе высокомолекулярных соединений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9030" w:type="dxa"/>
            <w:gridSpan w:val="6"/>
          </w:tcPr>
          <w:p w:rsidR="00D16FB7" w:rsidRPr="008E3F1B" w:rsidRDefault="00D16FB7" w:rsidP="002F66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Термопластичные пластмассы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9030" w:type="dxa"/>
            <w:gridSpan w:val="6"/>
          </w:tcPr>
          <w:p w:rsidR="00D16FB7" w:rsidRPr="008E3F1B" w:rsidRDefault="00D16FB7" w:rsidP="002F66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Термореактивные  пластмассы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9030" w:type="dxa"/>
            <w:gridSpan w:val="6"/>
          </w:tcPr>
          <w:p w:rsidR="00D16FB7" w:rsidRPr="008E3F1B" w:rsidRDefault="00D16FB7" w:rsidP="002F66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Состав и применение пластмасс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C0334D">
        <w:trPr>
          <w:trHeight w:val="20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903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Упражнения по видам и применению пластмасс.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C0334D">
        <w:trPr>
          <w:trHeight w:val="18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903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Решение ситуационных производственных задач по выбору  материала для конкретного изделия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  <w:tcBorders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tcBorders>
              <w:top w:val="nil"/>
            </w:tcBorders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D16FB7" w:rsidRPr="008E3F1B" w:rsidRDefault="00D16FB7" w:rsidP="002F667C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D16FB7" w:rsidRPr="008E3F1B" w:rsidRDefault="00D16FB7" w:rsidP="00F729A7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 «Виды и применение термопластичных пластмасс».</w:t>
            </w:r>
          </w:p>
          <w:p w:rsidR="00D16FB7" w:rsidRPr="008E3F1B" w:rsidRDefault="00D16FB7" w:rsidP="00F729A7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Виды и применение термореактивных  пластмасс.</w:t>
            </w: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 w:val="restart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sz w:val="20"/>
                <w:szCs w:val="20"/>
              </w:rPr>
              <w:t xml:space="preserve">Тема 6.2 </w:t>
            </w:r>
            <w:r w:rsidRPr="008E3F1B">
              <w:rPr>
                <w:rFonts w:ascii="Times New Roman" w:hAnsi="Times New Roman"/>
                <w:sz w:val="20"/>
                <w:szCs w:val="20"/>
              </w:rPr>
              <w:t>Резина</w:t>
            </w: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679" w:type="dxa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81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030" w:type="dxa"/>
            <w:gridSpan w:val="6"/>
          </w:tcPr>
          <w:p w:rsidR="00D16FB7" w:rsidRPr="008E3F1B" w:rsidRDefault="00D16FB7" w:rsidP="002F66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Общие сведения о каучуках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9030" w:type="dxa"/>
            <w:gridSpan w:val="6"/>
          </w:tcPr>
          <w:p w:rsidR="00D16FB7" w:rsidRPr="008E3F1B" w:rsidRDefault="00D16FB7" w:rsidP="002F66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 xml:space="preserve"> Состав резины 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9030" w:type="dxa"/>
            <w:gridSpan w:val="6"/>
          </w:tcPr>
          <w:p w:rsidR="00D16FB7" w:rsidRPr="008E3F1B" w:rsidRDefault="00D16FB7" w:rsidP="002F66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Виды резины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9030" w:type="dxa"/>
            <w:gridSpan w:val="6"/>
          </w:tcPr>
          <w:p w:rsidR="00D16FB7" w:rsidRPr="008E3F1B" w:rsidRDefault="00D16FB7" w:rsidP="002F66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Резинотехнические изделия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9030" w:type="dxa"/>
            <w:gridSpan w:val="6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Упражнения по применению материалов на основе каучука.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9030" w:type="dxa"/>
            <w:gridSpan w:val="6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Составление таблицы «Классификация резины и резинотехнических изделий, применяемых в машиностроении»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D16FB7" w:rsidRPr="008E3F1B" w:rsidRDefault="00D16FB7" w:rsidP="002F667C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D16FB7" w:rsidRPr="008E3F1B" w:rsidRDefault="00D16FB7" w:rsidP="00F729A7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 «Резина»</w:t>
            </w:r>
          </w:p>
          <w:p w:rsidR="00D16FB7" w:rsidRPr="008E3F1B" w:rsidRDefault="00D16FB7" w:rsidP="00F72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 xml:space="preserve">1. Общие сведения </w:t>
            </w:r>
          </w:p>
          <w:p w:rsidR="00D16FB7" w:rsidRPr="008E3F1B" w:rsidRDefault="00D16FB7" w:rsidP="00F72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 xml:space="preserve">2.Состав резины </w:t>
            </w:r>
          </w:p>
          <w:p w:rsidR="00D16FB7" w:rsidRPr="008E3F1B" w:rsidRDefault="00D16FB7" w:rsidP="00F72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3.Виды резины</w:t>
            </w:r>
          </w:p>
          <w:p w:rsidR="00D16FB7" w:rsidRPr="008E3F1B" w:rsidRDefault="00D16FB7" w:rsidP="00F72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 xml:space="preserve">4. Резинотехнические изделия    </w:t>
            </w: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7.</w:t>
            </w:r>
            <w:r w:rsidRPr="008E3F1B">
              <w:rPr>
                <w:rFonts w:ascii="Times New Roman" w:hAnsi="Times New Roman"/>
                <w:sz w:val="20"/>
                <w:szCs w:val="20"/>
              </w:rPr>
              <w:t xml:space="preserve">  Новые </w:t>
            </w: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конструкционные материалы.</w:t>
            </w: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 w:val="restart"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sz w:val="20"/>
                <w:szCs w:val="20"/>
              </w:rPr>
              <w:t xml:space="preserve">Тема 7.1  </w:t>
            </w:r>
            <w:r w:rsidRPr="008E3F1B">
              <w:rPr>
                <w:rFonts w:ascii="Times New Roman" w:hAnsi="Times New Roman"/>
                <w:sz w:val="20"/>
                <w:szCs w:val="20"/>
              </w:rPr>
              <w:t>Порошковые материалы</w:t>
            </w:r>
          </w:p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679" w:type="dxa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03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Свойства и особенности производства порошковых материалов.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bottom w:val="nil"/>
            </w:tcBorders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903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Конструкционные порошковые материалы.</w:t>
            </w:r>
            <w:r w:rsidRPr="008E3F1B">
              <w:rPr>
                <w:rFonts w:ascii="Times New Roman" w:hAnsi="Times New Roman"/>
                <w:sz w:val="20"/>
                <w:szCs w:val="20"/>
              </w:rPr>
              <w:t>Материалы на основе железа.Материалы на основе меди. Материалы на основе меди. Пористые материалы.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bottom w:val="nil"/>
            </w:tcBorders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Упражнения по применению порошковых материалов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1031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D16FB7" w:rsidRPr="008E3F1B" w:rsidRDefault="00D16FB7" w:rsidP="002F667C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D16FB7" w:rsidRPr="008E3F1B" w:rsidRDefault="00D16FB7" w:rsidP="002F667C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157"/>
        </w:trPr>
        <w:tc>
          <w:tcPr>
            <w:tcW w:w="2332" w:type="dxa"/>
            <w:vMerge w:val="restart"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sz w:val="20"/>
                <w:szCs w:val="20"/>
              </w:rPr>
              <w:t xml:space="preserve">Тема 7.2 </w:t>
            </w:r>
            <w:r w:rsidRPr="008E3F1B">
              <w:rPr>
                <w:rFonts w:ascii="Times New Roman" w:hAnsi="Times New Roman"/>
                <w:sz w:val="20"/>
                <w:szCs w:val="20"/>
              </w:rPr>
              <w:t>Композиционные материалы</w:t>
            </w:r>
          </w:p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679" w:type="dxa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184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030" w:type="dxa"/>
            <w:gridSpan w:val="6"/>
          </w:tcPr>
          <w:p w:rsidR="00D16FB7" w:rsidRPr="003D20D7" w:rsidRDefault="00D16FB7" w:rsidP="002F667C">
            <w:pPr>
              <w:pStyle w:val="Heading8"/>
              <w:tabs>
                <w:tab w:val="left" w:pos="2444"/>
              </w:tabs>
              <w:rPr>
                <w:b/>
                <w:i w:val="0"/>
              </w:rPr>
            </w:pPr>
            <w:r w:rsidRPr="003D20D7">
              <w:rPr>
                <w:i w:val="0"/>
              </w:rPr>
              <w:t>Общие сведения о композиционных материалах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bottom w:val="nil"/>
            </w:tcBorders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D16FB7" w:rsidRPr="008E3F1B" w:rsidTr="00B56F5F">
        <w:trPr>
          <w:trHeight w:val="184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9030" w:type="dxa"/>
            <w:gridSpan w:val="6"/>
          </w:tcPr>
          <w:p w:rsidR="00D16FB7" w:rsidRPr="008E3F1B" w:rsidRDefault="00D16FB7" w:rsidP="002F66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Виды композиционных материалов: «металл-металл», «металл- органическое вещество», «углерод – углерод», карбоволокниты, стеклопластики.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bottom w:val="nil"/>
            </w:tcBorders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184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184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184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184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301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903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Упражнения по использованию композиционных материалов в современной технике.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987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D16FB7" w:rsidRPr="008E3F1B" w:rsidRDefault="00D16FB7" w:rsidP="002F667C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D16FB7" w:rsidRPr="008E3F1B" w:rsidRDefault="00D16FB7" w:rsidP="000901E0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занятия«Композиционные материалы»</w:t>
            </w:r>
          </w:p>
          <w:p w:rsidR="00D16FB7" w:rsidRPr="008E3F1B" w:rsidRDefault="00D16FB7" w:rsidP="00090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1. Общие сведения</w:t>
            </w:r>
          </w:p>
          <w:p w:rsidR="00D16FB7" w:rsidRPr="008E3F1B" w:rsidRDefault="00D16FB7" w:rsidP="00090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2.Виды материалов:  «металл-металл», «металл- неорганическое вещество», «углерод – углерод», карбоволокниды, бороволокниды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960"/>
        </w:trPr>
        <w:tc>
          <w:tcPr>
            <w:tcW w:w="2332" w:type="dxa"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8.</w:t>
            </w:r>
            <w:r w:rsidRPr="008E3F1B">
              <w:rPr>
                <w:rFonts w:ascii="Times New Roman" w:hAnsi="Times New Roman"/>
                <w:sz w:val="20"/>
                <w:szCs w:val="20"/>
              </w:rPr>
              <w:t xml:space="preserve">  Инструментальные материалы.</w:t>
            </w: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18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 w:val="restart"/>
          </w:tcPr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sz w:val="20"/>
                <w:szCs w:val="20"/>
              </w:rPr>
              <w:t>Тема 8.1</w:t>
            </w:r>
          </w:p>
          <w:p w:rsidR="00D16FB7" w:rsidRPr="008E3F1B" w:rsidRDefault="00D16FB7" w:rsidP="002F667C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Сталь для измерительного инструмента и инструмента для деформации материалов.</w:t>
            </w: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679" w:type="dxa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030" w:type="dxa"/>
            <w:gridSpan w:val="6"/>
          </w:tcPr>
          <w:p w:rsidR="00D16FB7" w:rsidRPr="008E3F1B" w:rsidRDefault="00D16FB7" w:rsidP="002F66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Требования к инструментальной стали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4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9030" w:type="dxa"/>
            <w:gridSpan w:val="6"/>
          </w:tcPr>
          <w:p w:rsidR="00D16FB7" w:rsidRPr="008E3F1B" w:rsidRDefault="00D16FB7" w:rsidP="002F66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 xml:space="preserve"> Сталь для измерительного инструмента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9030" w:type="dxa"/>
            <w:gridSpan w:val="6"/>
          </w:tcPr>
          <w:p w:rsidR="00D16FB7" w:rsidRPr="008E3F1B" w:rsidRDefault="00D16FB7" w:rsidP="002F66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Сталь для инструмента холодной деформации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9030" w:type="dxa"/>
            <w:gridSpan w:val="6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 xml:space="preserve"> Сталь для инструмента горячей деформации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67" w:type="dxa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90" w:type="dxa"/>
            <w:gridSpan w:val="2"/>
            <w:tcBorders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42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 xml:space="preserve">              2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38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gridSpan w:val="3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9043" w:type="dxa"/>
            <w:gridSpan w:val="7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2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Решение ситуационных производственных задач по выбору  материала для конкретного инструмента.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40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gridSpan w:val="3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9043" w:type="dxa"/>
            <w:gridSpan w:val="7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2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Упражнения по распознаванию инструментальной стали по маркировке.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vMerge/>
            <w:tcBorders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D16FB7" w:rsidRPr="008E3F1B" w:rsidRDefault="00D16FB7" w:rsidP="002F667C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D16FB7" w:rsidRPr="008E3F1B" w:rsidRDefault="00D16FB7" w:rsidP="002F667C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 w:val="restart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sz w:val="20"/>
                <w:szCs w:val="20"/>
              </w:rPr>
              <w:t xml:space="preserve">Тема 8.2. </w:t>
            </w:r>
            <w:r w:rsidRPr="008E3F1B">
              <w:rPr>
                <w:rFonts w:ascii="Times New Roman" w:hAnsi="Times New Roman"/>
                <w:sz w:val="20"/>
                <w:szCs w:val="20"/>
              </w:rPr>
              <w:t>Сталь для режущего инструмента</w:t>
            </w: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9</w:t>
            </w:r>
          </w:p>
        </w:tc>
        <w:tc>
          <w:tcPr>
            <w:tcW w:w="1679" w:type="dxa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030" w:type="dxa"/>
            <w:gridSpan w:val="6"/>
          </w:tcPr>
          <w:p w:rsidR="00D16FB7" w:rsidRPr="008E3F1B" w:rsidRDefault="00D16FB7" w:rsidP="002F66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Требования к стали для режущего инструмента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9030" w:type="dxa"/>
            <w:gridSpan w:val="6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Легированная инструментальная сталь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9030" w:type="dxa"/>
            <w:gridSpan w:val="6"/>
          </w:tcPr>
          <w:p w:rsidR="00D16FB7" w:rsidRPr="008E3F1B" w:rsidRDefault="00D16FB7" w:rsidP="002F667C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Высоколегированная быстрорежущая инструментальная сталь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34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79" w:type="dxa"/>
            <w:vMerge w:val="restart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44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9103" w:type="dxa"/>
            <w:gridSpan w:val="8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Выбор материала для детали, в зависимости от условий эксплуатации.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  <w:tcBorders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42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46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903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Упражнения по назначению вида и режимов термической обработки для инструмента.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42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9030" w:type="dxa"/>
            <w:gridSpan w:val="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Решение ситуационных производственных задач по выбору  материала для конкретного инструмента.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  <w:tcBorders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D16FB7" w:rsidRPr="008E3F1B" w:rsidRDefault="00D16FB7" w:rsidP="002F667C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D16FB7" w:rsidRPr="008E3F1B" w:rsidRDefault="00D16FB7" w:rsidP="000901E0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занятия«Быстрорежущая сталь»</w:t>
            </w:r>
          </w:p>
          <w:p w:rsidR="00D16FB7" w:rsidRPr="008E3F1B" w:rsidRDefault="00D16FB7" w:rsidP="00090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1. Общие сведения</w:t>
            </w:r>
          </w:p>
          <w:p w:rsidR="00D16FB7" w:rsidRPr="008E3F1B" w:rsidRDefault="00D16FB7" w:rsidP="00090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2. Маркировка по ГОСТ</w:t>
            </w:r>
          </w:p>
          <w:p w:rsidR="00D16FB7" w:rsidRPr="008E3F1B" w:rsidRDefault="00D16FB7" w:rsidP="00090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3. Термообработка</w:t>
            </w:r>
          </w:p>
          <w:p w:rsidR="00D16FB7" w:rsidRPr="008E3F1B" w:rsidRDefault="00D16FB7" w:rsidP="00090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4. Применение быстрорежущей стали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 w:val="restart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sz w:val="20"/>
                <w:szCs w:val="20"/>
              </w:rPr>
              <w:t>Тема 8.3.</w:t>
            </w:r>
            <w:r w:rsidRPr="008E3F1B">
              <w:rPr>
                <w:rFonts w:ascii="Times New Roman" w:hAnsi="Times New Roman"/>
                <w:sz w:val="20"/>
                <w:szCs w:val="20"/>
              </w:rPr>
              <w:t xml:space="preserve"> Твёрдые инструментальные</w:t>
            </w: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 xml:space="preserve">   сплавы.</w:t>
            </w: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6FB7" w:rsidRPr="008E3F1B" w:rsidRDefault="00D16FB7" w:rsidP="0024232D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79" w:type="dxa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030" w:type="dxa"/>
            <w:gridSpan w:val="6"/>
          </w:tcPr>
          <w:p w:rsidR="00D16FB7" w:rsidRPr="008E3F1B" w:rsidRDefault="00D16FB7" w:rsidP="002F66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Классификация  твердых сплавов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9030" w:type="dxa"/>
            <w:gridSpan w:val="6"/>
          </w:tcPr>
          <w:p w:rsidR="00D16FB7" w:rsidRPr="008E3F1B" w:rsidRDefault="00D16FB7" w:rsidP="002F66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Литые сплавы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9030" w:type="dxa"/>
            <w:gridSpan w:val="6"/>
          </w:tcPr>
          <w:p w:rsidR="00D16FB7" w:rsidRPr="008E3F1B" w:rsidRDefault="00D16FB7" w:rsidP="002F667C">
            <w:pPr>
              <w:tabs>
                <w:tab w:val="left" w:pos="24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Порошковые металлокерамические сплавы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9030" w:type="dxa"/>
            <w:gridSpan w:val="6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Сверхтвердые сплавы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 xml:space="preserve">Самостоятельная работа студента 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4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9030" w:type="dxa"/>
            <w:gridSpan w:val="6"/>
          </w:tcPr>
          <w:p w:rsidR="00D16FB7" w:rsidRPr="008E3F1B" w:rsidRDefault="00D16FB7" w:rsidP="002F667C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 xml:space="preserve">Упражнения по распознаванию сплавов по маркировке. 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4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4"/>
          </w:tcPr>
          <w:p w:rsidR="00D16FB7" w:rsidRPr="002F667C" w:rsidRDefault="00D16FB7" w:rsidP="002F667C">
            <w:pPr>
              <w:pStyle w:val="ListParagraph"/>
              <w:numPr>
                <w:ilvl w:val="0"/>
                <w:numId w:val="3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030" w:type="dxa"/>
            <w:gridSpan w:val="6"/>
          </w:tcPr>
          <w:p w:rsidR="00D16FB7" w:rsidRPr="008E3F1B" w:rsidRDefault="00D16FB7" w:rsidP="002F667C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Решение ситуационных производственных задач по выбору  материала для конкретного инструмента.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  <w:tcBorders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1036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D16FB7" w:rsidRPr="008E3F1B" w:rsidRDefault="00D16FB7" w:rsidP="002F667C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D16FB7" w:rsidRPr="008E3F1B" w:rsidRDefault="00D16FB7" w:rsidP="002F667C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9.</w:t>
            </w:r>
            <w:r w:rsidRPr="008E3F1B">
              <w:rPr>
                <w:rFonts w:ascii="Times New Roman" w:hAnsi="Times New Roman"/>
                <w:sz w:val="20"/>
                <w:szCs w:val="20"/>
              </w:rPr>
              <w:t xml:space="preserve">  Коррозия металлов.</w:t>
            </w: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 w:val="restart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Тема 9.1 Коррозия металлов и способы защиты металлов от коррозии.</w:t>
            </w: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679" w:type="dxa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9030" w:type="dxa"/>
            <w:gridSpan w:val="6"/>
          </w:tcPr>
          <w:p w:rsidR="00D16FB7" w:rsidRPr="008E3F1B" w:rsidRDefault="00D16FB7" w:rsidP="002F667C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Общие сведения о коррозии металлов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 w:val="restart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9030" w:type="dxa"/>
            <w:gridSpan w:val="6"/>
          </w:tcPr>
          <w:p w:rsidR="00D16FB7" w:rsidRPr="008E3F1B" w:rsidRDefault="00D16FB7" w:rsidP="002F667C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Сущность и виды коррозии.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</w:p>
        </w:tc>
        <w:tc>
          <w:tcPr>
            <w:tcW w:w="9030" w:type="dxa"/>
            <w:gridSpan w:val="6"/>
          </w:tcPr>
          <w:p w:rsidR="00D16FB7" w:rsidRPr="008E3F1B" w:rsidRDefault="00D16FB7" w:rsidP="002F667C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Способы защиты металлов от коррозии. Металлические покрытия. Неметаллические покрытия. Диффузионная металлизация. Анодная защита. Катодная защита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 xml:space="preserve">Контрольные работы 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B56F5F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42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 xml:space="preserve">Самостоятельная работа студента </w:t>
            </w:r>
          </w:p>
        </w:tc>
        <w:tc>
          <w:tcPr>
            <w:tcW w:w="1678" w:type="dxa"/>
            <w:gridSpan w:val="2"/>
            <w:vMerge w:val="restart"/>
          </w:tcPr>
          <w:p w:rsidR="00D16FB7" w:rsidRPr="008E3F1B" w:rsidRDefault="00D16FB7" w:rsidP="00870F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            1</w:t>
            </w: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AD2BF2">
        <w:trPr>
          <w:trHeight w:val="20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gridSpan w:val="4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9030" w:type="dxa"/>
            <w:gridSpan w:val="6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sz w:val="20"/>
                <w:szCs w:val="20"/>
              </w:rPr>
              <w:t>Решение ситуационных производственных задач по выбору способа защиты изделия от коррозии.</w:t>
            </w:r>
          </w:p>
        </w:tc>
        <w:tc>
          <w:tcPr>
            <w:tcW w:w="1678" w:type="dxa"/>
            <w:gridSpan w:val="2"/>
            <w:vMerge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bottom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0901E0">
        <w:trPr>
          <w:trHeight w:val="268"/>
        </w:trPr>
        <w:tc>
          <w:tcPr>
            <w:tcW w:w="2332" w:type="dxa"/>
            <w:vMerge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Другие формы и методы организации образовательного процесса в соответствии с требованиями современных образовательных и производственных технологий:</w:t>
            </w:r>
          </w:p>
          <w:p w:rsidR="00D16FB7" w:rsidRPr="008E3F1B" w:rsidRDefault="00D16FB7" w:rsidP="002F667C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лекционные занятия</w:t>
            </w:r>
          </w:p>
          <w:p w:rsidR="00D16FB7" w:rsidRPr="008E3F1B" w:rsidRDefault="00D16FB7" w:rsidP="000901E0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 xml:space="preserve">семинарские занятия «Способы защиты металлов от коррозии». </w:t>
            </w:r>
          </w:p>
          <w:p w:rsidR="00D16FB7" w:rsidRPr="008E3F1B" w:rsidRDefault="00D16FB7" w:rsidP="00870F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sz w:val="20"/>
                <w:szCs w:val="20"/>
              </w:rPr>
              <w:t>Металлические покрытия. Неметаллические покрытия. Диффузионная металлизация. Анодная защита.Катодная защита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6FB7" w:rsidRPr="008E3F1B" w:rsidTr="00870F2F">
        <w:trPr>
          <w:trHeight w:val="149"/>
        </w:trPr>
        <w:tc>
          <w:tcPr>
            <w:tcW w:w="2332" w:type="dxa"/>
          </w:tcPr>
          <w:p w:rsidR="00D16FB7" w:rsidRPr="008E3F1B" w:rsidRDefault="00D16FB7" w:rsidP="002F66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3" w:type="dxa"/>
            <w:gridSpan w:val="10"/>
          </w:tcPr>
          <w:p w:rsidR="00D16FB7" w:rsidRPr="008E3F1B" w:rsidRDefault="00D16FB7" w:rsidP="001B53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Всего:    </w:t>
            </w:r>
          </w:p>
        </w:tc>
        <w:tc>
          <w:tcPr>
            <w:tcW w:w="1678" w:type="dxa"/>
            <w:gridSpan w:val="2"/>
          </w:tcPr>
          <w:p w:rsidR="00D16FB7" w:rsidRPr="008E3F1B" w:rsidRDefault="00D16FB7" w:rsidP="00870F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</w:pPr>
            <w:r w:rsidRPr="008E3F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126 часов         </w:t>
            </w:r>
          </w:p>
        </w:tc>
        <w:tc>
          <w:tcPr>
            <w:tcW w:w="1679" w:type="dxa"/>
            <w:tcBorders>
              <w:top w:val="nil"/>
            </w:tcBorders>
            <w:shd w:val="clear" w:color="auto" w:fill="C4BC96"/>
          </w:tcPr>
          <w:p w:rsidR="00D16FB7" w:rsidRPr="008E3F1B" w:rsidRDefault="00D16FB7" w:rsidP="002F6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</w:tbl>
    <w:p w:rsidR="00D16FB7" w:rsidRPr="009C128B" w:rsidRDefault="00D16FB7" w:rsidP="00870F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i/>
          <w:sz w:val="20"/>
          <w:szCs w:val="20"/>
        </w:rPr>
      </w:pPr>
    </w:p>
    <w:p w:rsidR="00D16FB7" w:rsidRPr="009C128B" w:rsidRDefault="00D16FB7" w:rsidP="009C1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</w:rPr>
        <w:sectPr w:rsidR="00D16FB7" w:rsidRPr="009C128B" w:rsidSect="00B04EFF">
          <w:pgSz w:w="16840" w:h="11907" w:orient="landscape"/>
          <w:pgMar w:top="719" w:right="1134" w:bottom="851" w:left="992" w:header="709" w:footer="709" w:gutter="0"/>
          <w:cols w:space="720"/>
        </w:sectPr>
      </w:pPr>
    </w:p>
    <w:p w:rsidR="00D16FB7" w:rsidRPr="009C128B" w:rsidRDefault="00D16FB7" w:rsidP="005C72EB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3</w:t>
      </w:r>
      <w:r w:rsidRPr="009C128B">
        <w:rPr>
          <w:b/>
          <w:caps/>
          <w:sz w:val="28"/>
          <w:szCs w:val="28"/>
        </w:rPr>
        <w:t>. условия реализации УЧЕБНОЙ дисциплины</w:t>
      </w:r>
    </w:p>
    <w:p w:rsidR="00D16FB7" w:rsidRDefault="00D16FB7" w:rsidP="002C7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16FB7" w:rsidRPr="009C128B" w:rsidRDefault="00D16FB7" w:rsidP="002C7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Pr="009C128B">
        <w:rPr>
          <w:rFonts w:ascii="Times New Roman" w:hAnsi="Times New Roman"/>
          <w:b/>
          <w:bCs/>
          <w:sz w:val="28"/>
          <w:szCs w:val="28"/>
        </w:rPr>
        <w:t>.1. Требования к минимальному материально-техническому обеспечению</w:t>
      </w:r>
    </w:p>
    <w:p w:rsidR="00D16FB7" w:rsidRPr="009C128B" w:rsidRDefault="00D16FB7" w:rsidP="002C7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16FB7" w:rsidRPr="009C128B" w:rsidRDefault="00D16FB7" w:rsidP="002C7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9C128B">
        <w:rPr>
          <w:rFonts w:ascii="Times New Roman" w:hAnsi="Times New Roman"/>
          <w:bCs/>
          <w:sz w:val="28"/>
          <w:szCs w:val="28"/>
        </w:rPr>
        <w:t xml:space="preserve">Реализация учебной дисциплины требует наличия лаборатории </w:t>
      </w:r>
      <w:r w:rsidRPr="002C7457">
        <w:rPr>
          <w:rFonts w:ascii="Times New Roman" w:hAnsi="Times New Roman"/>
          <w:bCs/>
          <w:sz w:val="28"/>
          <w:szCs w:val="28"/>
        </w:rPr>
        <w:t xml:space="preserve"> Материаловедения</w:t>
      </w:r>
    </w:p>
    <w:p w:rsidR="00D16FB7" w:rsidRPr="002C7457" w:rsidRDefault="00D16FB7" w:rsidP="002C7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C7457">
        <w:rPr>
          <w:rFonts w:ascii="Times New Roman" w:hAnsi="Times New Roman"/>
          <w:bCs/>
          <w:color w:val="000000"/>
          <w:sz w:val="28"/>
          <w:szCs w:val="28"/>
        </w:rPr>
        <w:t xml:space="preserve"> Оборудование учебной лаборатории: </w:t>
      </w:r>
    </w:p>
    <w:p w:rsidR="00D16FB7" w:rsidRPr="002C7457" w:rsidRDefault="00D16FB7" w:rsidP="002C7457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C7457">
        <w:rPr>
          <w:rFonts w:ascii="Times New Roman" w:hAnsi="Times New Roman"/>
          <w:bCs/>
          <w:color w:val="000000"/>
          <w:sz w:val="28"/>
          <w:szCs w:val="28"/>
        </w:rPr>
        <w:t xml:space="preserve">Металлографические микроскопы: ММР-2Р, МИМ-7 </w:t>
      </w:r>
    </w:p>
    <w:p w:rsidR="00D16FB7" w:rsidRPr="002C7457" w:rsidRDefault="00D16FB7" w:rsidP="002C7457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C7457">
        <w:rPr>
          <w:rFonts w:ascii="Times New Roman" w:hAnsi="Times New Roman"/>
          <w:bCs/>
          <w:color w:val="000000"/>
          <w:sz w:val="28"/>
          <w:szCs w:val="28"/>
        </w:rPr>
        <w:t>Твердомеры: Универсальный твердомер НВ</w:t>
      </w:r>
      <w:r w:rsidRPr="002C7457">
        <w:rPr>
          <w:rFonts w:ascii="Times New Roman" w:hAnsi="Times New Roman"/>
          <w:bCs/>
          <w:color w:val="000000"/>
          <w:sz w:val="28"/>
          <w:szCs w:val="28"/>
          <w:lang w:val="en-US"/>
        </w:rPr>
        <w:t>RV</w:t>
      </w:r>
      <w:r w:rsidRPr="002C7457">
        <w:rPr>
          <w:rFonts w:ascii="Times New Roman" w:hAnsi="Times New Roman"/>
          <w:bCs/>
          <w:color w:val="000000"/>
          <w:sz w:val="28"/>
          <w:szCs w:val="28"/>
        </w:rPr>
        <w:t>—187.5,  ТК – 2М</w:t>
      </w:r>
    </w:p>
    <w:p w:rsidR="00D16FB7" w:rsidRPr="002C7457" w:rsidRDefault="00D16FB7" w:rsidP="002C7457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C7457">
        <w:rPr>
          <w:rFonts w:ascii="Times New Roman" w:hAnsi="Times New Roman"/>
          <w:bCs/>
          <w:color w:val="000000"/>
          <w:sz w:val="28"/>
          <w:szCs w:val="28"/>
        </w:rPr>
        <w:t>Электрические печи для термической обработки: СНОЛ-1,6-2.5.1, МУ-0,65</w:t>
      </w:r>
    </w:p>
    <w:p w:rsidR="00D16FB7" w:rsidRPr="002C7457" w:rsidRDefault="00D16FB7" w:rsidP="002C7457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C7457">
        <w:rPr>
          <w:rFonts w:ascii="Times New Roman" w:hAnsi="Times New Roman"/>
          <w:bCs/>
          <w:color w:val="000000"/>
          <w:sz w:val="28"/>
          <w:szCs w:val="28"/>
        </w:rPr>
        <w:t xml:space="preserve">Станок шлифовально – полировальный   для изготовления микрошлифов   </w:t>
      </w:r>
    </w:p>
    <w:p w:rsidR="00D16FB7" w:rsidRPr="002C7457" w:rsidRDefault="00D16FB7" w:rsidP="002C7457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C7457">
        <w:rPr>
          <w:rFonts w:ascii="Times New Roman" w:hAnsi="Times New Roman"/>
          <w:bCs/>
          <w:color w:val="000000"/>
          <w:sz w:val="28"/>
          <w:szCs w:val="28"/>
        </w:rPr>
        <w:t xml:space="preserve">Комплекты образцов различных материалов.                                                            </w:t>
      </w:r>
    </w:p>
    <w:p w:rsidR="00D16FB7" w:rsidRPr="009C128B" w:rsidRDefault="00D16FB7" w:rsidP="002C7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16FB7" w:rsidRPr="009C128B" w:rsidRDefault="00D16FB7" w:rsidP="002C7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C128B">
        <w:rPr>
          <w:rFonts w:ascii="Times New Roman" w:hAnsi="Times New Roman"/>
          <w:b/>
          <w:bCs/>
          <w:sz w:val="28"/>
          <w:szCs w:val="28"/>
        </w:rPr>
        <w:t xml:space="preserve">Технические средства обучения: </w:t>
      </w:r>
      <w:r w:rsidRPr="009C128B">
        <w:rPr>
          <w:rFonts w:ascii="Times New Roman" w:hAnsi="Times New Roman"/>
          <w:bCs/>
          <w:sz w:val="28"/>
          <w:szCs w:val="28"/>
        </w:rPr>
        <w:t>мультимедийный проектор; интерактивная доска; Интернет – ресурс; программные средства обучения; Виртуальный кабинет для самостоятельной работы студентов.</w:t>
      </w:r>
    </w:p>
    <w:p w:rsidR="00D16FB7" w:rsidRDefault="00D16FB7" w:rsidP="002C7457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sz w:val="28"/>
          <w:szCs w:val="28"/>
        </w:rPr>
      </w:pPr>
    </w:p>
    <w:p w:rsidR="00D16FB7" w:rsidRPr="009C128B" w:rsidRDefault="00D16FB7" w:rsidP="005C72EB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9C128B">
        <w:rPr>
          <w:b/>
          <w:sz w:val="28"/>
          <w:szCs w:val="28"/>
        </w:rPr>
        <w:t>.2. Информационное обеспечение обучения</w:t>
      </w:r>
    </w:p>
    <w:p w:rsidR="00D16FB7" w:rsidRPr="009C128B" w:rsidRDefault="00D16FB7" w:rsidP="005C7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C128B">
        <w:rPr>
          <w:rFonts w:ascii="Times New Roman" w:hAnsi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D16FB7" w:rsidRDefault="00D16FB7" w:rsidP="005C72EB">
      <w:pPr>
        <w:pStyle w:val="Heading5"/>
        <w:spacing w:before="0" w:after="0" w:line="360" w:lineRule="auto"/>
        <w:rPr>
          <w:rFonts w:ascii="Times New Roman" w:hAnsi="Times New Roman"/>
          <w:sz w:val="28"/>
        </w:rPr>
      </w:pPr>
      <w:r w:rsidRPr="009C128B">
        <w:rPr>
          <w:rFonts w:ascii="Times New Roman" w:hAnsi="Times New Roman"/>
          <w:sz w:val="28"/>
        </w:rPr>
        <w:t>Основная  учебная литература</w:t>
      </w:r>
    </w:p>
    <w:p w:rsidR="00D16FB7" w:rsidRPr="00921AE5" w:rsidRDefault="00D16FB7" w:rsidP="00921AE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21AE5">
        <w:rPr>
          <w:rFonts w:ascii="Times New Roman" w:hAnsi="Times New Roman"/>
          <w:sz w:val="28"/>
          <w:szCs w:val="28"/>
        </w:rPr>
        <w:t xml:space="preserve">Черепахин А.А. Материаловедение: учебник для спо / А.А. Черепахин. - 7-е изд., стереотип. - Москва : Академия, 2014. </w:t>
      </w:r>
    </w:p>
    <w:p w:rsidR="00D16FB7" w:rsidRPr="00921AE5" w:rsidRDefault="00D16FB7" w:rsidP="00921AE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21AE5">
        <w:rPr>
          <w:rFonts w:ascii="Times New Roman" w:hAnsi="Times New Roman"/>
          <w:sz w:val="28"/>
          <w:szCs w:val="28"/>
        </w:rPr>
        <w:t>Овчинников В.В.  Металловедение: учебник для спо / В.В. Овчинников. - М. : ФОРУМ: ИНФРА-М, 2014</w:t>
      </w:r>
      <w:r>
        <w:rPr>
          <w:rFonts w:ascii="Times New Roman" w:hAnsi="Times New Roman"/>
          <w:sz w:val="28"/>
          <w:szCs w:val="28"/>
        </w:rPr>
        <w:t>.</w:t>
      </w:r>
    </w:p>
    <w:p w:rsidR="00D16FB7" w:rsidRPr="00B76691" w:rsidRDefault="00D16FB7" w:rsidP="005C72EB">
      <w:pPr>
        <w:spacing w:after="0" w:line="360" w:lineRule="auto"/>
        <w:jc w:val="both"/>
        <w:rPr>
          <w:rFonts w:ascii="Times New Roman" w:hAnsi="Times New Roman"/>
          <w:sz w:val="32"/>
        </w:rPr>
      </w:pPr>
    </w:p>
    <w:p w:rsidR="00D16FB7" w:rsidRPr="009C128B" w:rsidRDefault="00D16FB7" w:rsidP="005C72EB">
      <w:pPr>
        <w:spacing w:after="0" w:line="360" w:lineRule="auto"/>
        <w:jc w:val="both"/>
        <w:rPr>
          <w:rFonts w:ascii="Times New Roman" w:hAnsi="Times New Roman"/>
          <w:b/>
          <w:i/>
          <w:sz w:val="28"/>
        </w:rPr>
      </w:pPr>
      <w:r w:rsidRPr="009C128B">
        <w:rPr>
          <w:rFonts w:ascii="Times New Roman" w:hAnsi="Times New Roman"/>
          <w:b/>
          <w:i/>
          <w:sz w:val="28"/>
        </w:rPr>
        <w:t>Дополнительная учебная литература</w:t>
      </w:r>
    </w:p>
    <w:p w:rsidR="00D16FB7" w:rsidRPr="00921AE5" w:rsidRDefault="00D16FB7" w:rsidP="005C72E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921AE5">
        <w:rPr>
          <w:rFonts w:ascii="Times New Roman" w:hAnsi="Times New Roman"/>
          <w:sz w:val="28"/>
          <w:szCs w:val="24"/>
        </w:rPr>
        <w:t>Адаскин А.М.  Материаловедение (металлообработка) : учебн. пособие для нпо / А.М. Адаскин, В.М. Зуев. - 10-е изд., стереотип. - М. : Академия, 201</w:t>
      </w:r>
      <w:r>
        <w:rPr>
          <w:rFonts w:ascii="Times New Roman" w:hAnsi="Times New Roman"/>
          <w:sz w:val="28"/>
          <w:szCs w:val="24"/>
        </w:rPr>
        <w:t>3.</w:t>
      </w:r>
    </w:p>
    <w:p w:rsidR="00D16FB7" w:rsidRDefault="00D16FB7" w:rsidP="005C72E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E83C0A">
        <w:rPr>
          <w:rFonts w:ascii="Times New Roman" w:hAnsi="Times New Roman"/>
          <w:sz w:val="28"/>
          <w:szCs w:val="24"/>
        </w:rPr>
        <w:t>Ястребов А.С., Волокобинский М.Ю., Сотенко А.С. Материаловедение, электрорадиоматериалы и радиокомпоненты. – М.: Академия, 2011.</w:t>
      </w:r>
    </w:p>
    <w:p w:rsidR="00D16FB7" w:rsidRPr="009C128B" w:rsidRDefault="00D16FB7" w:rsidP="0003568B">
      <w:pPr>
        <w:spacing w:after="0" w:line="360" w:lineRule="auto"/>
        <w:ind w:right="425"/>
        <w:jc w:val="both"/>
        <w:rPr>
          <w:rFonts w:ascii="Times New Roman" w:hAnsi="Times New Roman"/>
          <w:sz w:val="28"/>
        </w:rPr>
      </w:pPr>
    </w:p>
    <w:p w:rsidR="00D16FB7" w:rsidRPr="009C128B" w:rsidRDefault="00D16FB7" w:rsidP="002C7457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  <w:r w:rsidRPr="009C128B">
        <w:rPr>
          <w:b/>
          <w:caps/>
          <w:sz w:val="28"/>
          <w:szCs w:val="28"/>
        </w:rPr>
        <w:br w:type="page"/>
      </w:r>
      <w:r>
        <w:rPr>
          <w:b/>
          <w:caps/>
          <w:sz w:val="28"/>
          <w:szCs w:val="28"/>
        </w:rPr>
        <w:t>4</w:t>
      </w:r>
      <w:r w:rsidRPr="009C128B">
        <w:rPr>
          <w:b/>
          <w:caps/>
          <w:sz w:val="28"/>
          <w:szCs w:val="28"/>
        </w:rPr>
        <w:t>. Контроль и оценка результатов освоения УЧЕБНОЙ Дисциплины</w:t>
      </w:r>
    </w:p>
    <w:p w:rsidR="00D16FB7" w:rsidRDefault="00D16FB7" w:rsidP="00CE34AE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b/>
          <w:sz w:val="28"/>
          <w:szCs w:val="28"/>
        </w:rPr>
      </w:pPr>
    </w:p>
    <w:p w:rsidR="00D16FB7" w:rsidRPr="009C128B" w:rsidRDefault="00D16FB7" w:rsidP="00CE34AE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sz w:val="28"/>
          <w:szCs w:val="28"/>
        </w:rPr>
      </w:pPr>
      <w:r w:rsidRPr="009C128B">
        <w:rPr>
          <w:b/>
          <w:sz w:val="28"/>
          <w:szCs w:val="28"/>
        </w:rPr>
        <w:t>Контроль</w:t>
      </w:r>
      <w:r>
        <w:rPr>
          <w:b/>
          <w:sz w:val="28"/>
          <w:szCs w:val="28"/>
        </w:rPr>
        <w:t xml:space="preserve"> </w:t>
      </w:r>
      <w:r w:rsidRPr="009C128B">
        <w:rPr>
          <w:b/>
          <w:sz w:val="28"/>
          <w:szCs w:val="28"/>
        </w:rPr>
        <w:t>и оценка</w:t>
      </w:r>
      <w:r w:rsidRPr="009C128B">
        <w:rPr>
          <w:sz w:val="28"/>
          <w:szCs w:val="28"/>
        </w:rPr>
        <w:t xml:space="preserve"> результатов освоения учебной дисциплины осуществляется преподавателем </w:t>
      </w:r>
      <w:r>
        <w:rPr>
          <w:sz w:val="28"/>
          <w:szCs w:val="28"/>
        </w:rPr>
        <w:t xml:space="preserve">в виде наблюдений </w:t>
      </w:r>
      <w:r w:rsidRPr="009C128B">
        <w:rPr>
          <w:sz w:val="28"/>
          <w:szCs w:val="28"/>
        </w:rPr>
        <w:t>в процессе проведения практических занятий и лабораторных работ, тестирования, письменных опросов, контрольных работ, а также при выполнении обучающимися индивидуальных заданий и решения задач и упражнений производственного содержания</w:t>
      </w:r>
    </w:p>
    <w:p w:rsidR="00D16FB7" w:rsidRPr="009C128B" w:rsidRDefault="00D16FB7" w:rsidP="002C7457">
      <w:pPr>
        <w:spacing w:after="0" w:line="240" w:lineRule="auto"/>
        <w:rPr>
          <w:rFonts w:ascii="Times New Roman" w:hAnsi="Times New Roman"/>
        </w:rPr>
      </w:pPr>
    </w:p>
    <w:p w:rsidR="00D16FB7" w:rsidRPr="009C128B" w:rsidRDefault="00D16FB7" w:rsidP="002C7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4"/>
        <w:gridCol w:w="4860"/>
      </w:tblGrid>
      <w:tr w:rsidR="00D16FB7" w:rsidRPr="008E3F1B" w:rsidTr="002C7457">
        <w:tc>
          <w:tcPr>
            <w:tcW w:w="4784" w:type="dxa"/>
            <w:vAlign w:val="center"/>
          </w:tcPr>
          <w:p w:rsidR="00D16FB7" w:rsidRPr="008E3F1B" w:rsidRDefault="00D16FB7" w:rsidP="002C74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3F1B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D16FB7" w:rsidRPr="008E3F1B" w:rsidRDefault="00D16FB7" w:rsidP="002C74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3F1B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D16FB7" w:rsidRPr="008E3F1B" w:rsidRDefault="00D16FB7" w:rsidP="002C74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3F1B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D16FB7" w:rsidRPr="008E3F1B" w:rsidTr="0038707B">
        <w:tc>
          <w:tcPr>
            <w:tcW w:w="4784" w:type="dxa"/>
            <w:vAlign w:val="center"/>
          </w:tcPr>
          <w:p w:rsidR="00D16FB7" w:rsidRPr="008E3F1B" w:rsidRDefault="00D16FB7" w:rsidP="002C74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F1B">
              <w:rPr>
                <w:rFonts w:ascii="Times New Roman" w:hAnsi="Times New Roman"/>
                <w:sz w:val="24"/>
                <w:szCs w:val="24"/>
              </w:rPr>
              <w:t>Освоенные умения:</w:t>
            </w:r>
          </w:p>
        </w:tc>
        <w:tc>
          <w:tcPr>
            <w:tcW w:w="4860" w:type="dxa"/>
            <w:vMerge w:val="restart"/>
            <w:vAlign w:val="center"/>
          </w:tcPr>
          <w:p w:rsidR="00D16FB7" w:rsidRPr="008E3F1B" w:rsidRDefault="00D16FB7" w:rsidP="004E426E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E3F1B">
              <w:rPr>
                <w:rFonts w:ascii="Times New Roman" w:hAnsi="Times New Roman"/>
                <w:bCs/>
                <w:i/>
                <w:sz w:val="24"/>
                <w:szCs w:val="24"/>
              </w:rPr>
              <w:t>Самооценка.</w:t>
            </w:r>
          </w:p>
          <w:p w:rsidR="00D16FB7" w:rsidRPr="008E3F1B" w:rsidRDefault="00D16FB7" w:rsidP="004E426E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E3F1B">
              <w:rPr>
                <w:rFonts w:ascii="Times New Roman" w:hAnsi="Times New Roman"/>
                <w:bCs/>
                <w:i/>
                <w:sz w:val="24"/>
                <w:szCs w:val="24"/>
              </w:rPr>
              <w:t>Оценка  преподавателя в ходе проведения лабораторных работ и практических занятий.</w:t>
            </w:r>
          </w:p>
          <w:p w:rsidR="00D16FB7" w:rsidRPr="008E3F1B" w:rsidRDefault="00D16FB7" w:rsidP="004E426E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E3F1B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Наблюдение, тестирование. </w:t>
            </w:r>
          </w:p>
          <w:p w:rsidR="00D16FB7" w:rsidRPr="008E3F1B" w:rsidRDefault="00D16FB7" w:rsidP="004E426E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E3F1B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Контрольные работы. </w:t>
            </w:r>
          </w:p>
          <w:p w:rsidR="00D16FB7" w:rsidRPr="008E3F1B" w:rsidRDefault="00D16FB7" w:rsidP="004E426E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E3F1B">
              <w:rPr>
                <w:rFonts w:ascii="Times New Roman" w:hAnsi="Times New Roman"/>
                <w:bCs/>
                <w:i/>
                <w:sz w:val="24"/>
                <w:szCs w:val="24"/>
              </w:rPr>
              <w:t>Экзамен.</w:t>
            </w:r>
          </w:p>
          <w:p w:rsidR="00D16FB7" w:rsidRPr="008E3F1B" w:rsidRDefault="00D16FB7" w:rsidP="002C74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6FB7" w:rsidRPr="008E3F1B" w:rsidTr="0038707B">
        <w:trPr>
          <w:trHeight w:val="3268"/>
        </w:trPr>
        <w:tc>
          <w:tcPr>
            <w:tcW w:w="4784" w:type="dxa"/>
          </w:tcPr>
          <w:p w:rsidR="00D16FB7" w:rsidRPr="002C7457" w:rsidRDefault="00D16FB7" w:rsidP="002C7457">
            <w:pPr>
              <w:pStyle w:val="ListParagraph"/>
              <w:numPr>
                <w:ilvl w:val="0"/>
                <w:numId w:val="35"/>
              </w:numPr>
              <w:shd w:val="clear" w:color="auto" w:fill="FFFFFF"/>
              <w:ind w:right="-285"/>
            </w:pPr>
            <w:r w:rsidRPr="002C7457">
              <w:rPr>
                <w:color w:val="000000"/>
              </w:rPr>
              <w:t xml:space="preserve">распознавать и классифицировать </w:t>
            </w:r>
            <w:r w:rsidRPr="002C7457">
              <w:rPr>
                <w:color w:val="000000"/>
                <w:spacing w:val="-1"/>
              </w:rPr>
              <w:t xml:space="preserve">конструкционные и сырьевые   материалы </w:t>
            </w:r>
            <w:r w:rsidRPr="002C7457">
              <w:rPr>
                <w:color w:val="000000"/>
                <w:spacing w:val="-5"/>
              </w:rPr>
              <w:t xml:space="preserve">по внешнему виду, происхождению, </w:t>
            </w:r>
            <w:r w:rsidRPr="002C7457">
              <w:rPr>
                <w:color w:val="000000"/>
                <w:spacing w:val="-6"/>
              </w:rPr>
              <w:t>свойствам;</w:t>
            </w:r>
          </w:p>
          <w:p w:rsidR="00D16FB7" w:rsidRPr="002C7457" w:rsidRDefault="00D16FB7" w:rsidP="002C7457">
            <w:pPr>
              <w:pStyle w:val="ListParagraph"/>
              <w:numPr>
                <w:ilvl w:val="0"/>
                <w:numId w:val="35"/>
              </w:numPr>
              <w:shd w:val="clear" w:color="auto" w:fill="FFFFFF"/>
              <w:ind w:right="691"/>
            </w:pPr>
            <w:r w:rsidRPr="002C7457">
              <w:rPr>
                <w:color w:val="000000"/>
                <w:spacing w:val="-2"/>
              </w:rPr>
              <w:t xml:space="preserve">определять виды конструкционных </w:t>
            </w:r>
            <w:r w:rsidRPr="002C7457">
              <w:rPr>
                <w:color w:val="000000"/>
                <w:spacing w:val="-4"/>
              </w:rPr>
              <w:t>материалов;</w:t>
            </w:r>
          </w:p>
          <w:p w:rsidR="00D16FB7" w:rsidRPr="002C7457" w:rsidRDefault="00D16FB7" w:rsidP="002C7457">
            <w:pPr>
              <w:pStyle w:val="ListParagraph"/>
              <w:numPr>
                <w:ilvl w:val="0"/>
                <w:numId w:val="35"/>
              </w:numPr>
              <w:shd w:val="clear" w:color="auto" w:fill="FFFFFF"/>
            </w:pPr>
            <w:r w:rsidRPr="002C7457">
              <w:rPr>
                <w:color w:val="000000"/>
                <w:spacing w:val="-1"/>
              </w:rPr>
              <w:t>выбирать материалы для конструкций по их назначению и условиям эксплуатации;</w:t>
            </w:r>
          </w:p>
          <w:p w:rsidR="00D16FB7" w:rsidRPr="002C7457" w:rsidRDefault="00D16FB7" w:rsidP="002C7457">
            <w:pPr>
              <w:pStyle w:val="ListParagraph"/>
              <w:numPr>
                <w:ilvl w:val="0"/>
                <w:numId w:val="35"/>
              </w:numPr>
              <w:shd w:val="clear" w:color="auto" w:fill="FFFFFF"/>
              <w:ind w:right="346"/>
            </w:pPr>
            <w:r w:rsidRPr="002C7457">
              <w:rPr>
                <w:color w:val="000000"/>
                <w:spacing w:val="-2"/>
              </w:rPr>
              <w:t xml:space="preserve">проводить исследования и испытания </w:t>
            </w:r>
            <w:r w:rsidRPr="002C7457">
              <w:rPr>
                <w:color w:val="000000"/>
                <w:spacing w:val="-4"/>
              </w:rPr>
              <w:t>материалов;</w:t>
            </w:r>
          </w:p>
          <w:p w:rsidR="00D16FB7" w:rsidRPr="008E3F1B" w:rsidRDefault="00D16FB7" w:rsidP="002C745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0" w:type="dxa"/>
            <w:vMerge/>
            <w:vAlign w:val="center"/>
          </w:tcPr>
          <w:p w:rsidR="00D16FB7" w:rsidRPr="008E3F1B" w:rsidRDefault="00D16FB7" w:rsidP="002C74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6FB7" w:rsidRPr="008E3F1B" w:rsidTr="0038707B">
        <w:tc>
          <w:tcPr>
            <w:tcW w:w="4784" w:type="dxa"/>
            <w:vAlign w:val="center"/>
          </w:tcPr>
          <w:p w:rsidR="00D16FB7" w:rsidRPr="008E3F1B" w:rsidRDefault="00D16FB7" w:rsidP="002C74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F1B">
              <w:rPr>
                <w:rFonts w:ascii="Times New Roman" w:hAnsi="Times New Roman"/>
                <w:sz w:val="24"/>
                <w:szCs w:val="24"/>
              </w:rPr>
              <w:t>Усвоенные знания:</w:t>
            </w:r>
          </w:p>
        </w:tc>
        <w:tc>
          <w:tcPr>
            <w:tcW w:w="4860" w:type="dxa"/>
            <w:vMerge/>
            <w:vAlign w:val="center"/>
          </w:tcPr>
          <w:p w:rsidR="00D16FB7" w:rsidRPr="008E3F1B" w:rsidRDefault="00D16FB7" w:rsidP="002C74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6FB7" w:rsidRPr="008E3F1B" w:rsidTr="0038707B">
        <w:tc>
          <w:tcPr>
            <w:tcW w:w="4784" w:type="dxa"/>
            <w:vAlign w:val="center"/>
          </w:tcPr>
          <w:p w:rsidR="00D16FB7" w:rsidRPr="002C7457" w:rsidRDefault="00D16FB7" w:rsidP="002C7457">
            <w:pPr>
              <w:pStyle w:val="ListParagraph"/>
              <w:numPr>
                <w:ilvl w:val="0"/>
                <w:numId w:val="35"/>
              </w:numPr>
              <w:shd w:val="clear" w:color="auto" w:fill="FFFFFF"/>
              <w:ind w:right="-2"/>
              <w:rPr>
                <w:color w:val="000000"/>
              </w:rPr>
            </w:pPr>
            <w:r w:rsidRPr="002C7457">
              <w:rPr>
                <w:color w:val="000000"/>
              </w:rPr>
              <w:t>закономерности процессов кристаллизации и структурообразования металлов и сплавов, основы  их термообработки, способы зашиты металлов от коррозии;</w:t>
            </w:r>
          </w:p>
          <w:p w:rsidR="00D16FB7" w:rsidRPr="002C7457" w:rsidRDefault="00D16FB7" w:rsidP="002C7457">
            <w:pPr>
              <w:pStyle w:val="ListParagraph"/>
              <w:numPr>
                <w:ilvl w:val="0"/>
                <w:numId w:val="35"/>
              </w:numPr>
              <w:shd w:val="clear" w:color="auto" w:fill="FFFFFF"/>
              <w:ind w:right="-2"/>
              <w:rPr>
                <w:color w:val="000000"/>
              </w:rPr>
            </w:pPr>
            <w:r w:rsidRPr="002C7457">
              <w:rPr>
                <w:color w:val="000000"/>
              </w:rPr>
              <w:t>требования, предъявляемые к свойствам инструментальных материалов;</w:t>
            </w:r>
          </w:p>
          <w:p w:rsidR="00D16FB7" w:rsidRPr="002C7457" w:rsidRDefault="00D16FB7" w:rsidP="002C7457">
            <w:pPr>
              <w:pStyle w:val="ListParagraph"/>
              <w:numPr>
                <w:ilvl w:val="0"/>
                <w:numId w:val="35"/>
              </w:numPr>
              <w:shd w:val="clear" w:color="auto" w:fill="FFFFFF"/>
              <w:ind w:right="-2"/>
              <w:rPr>
                <w:color w:val="000000"/>
              </w:rPr>
            </w:pPr>
            <w:r w:rsidRPr="002C7457">
              <w:rPr>
                <w:color w:val="000000"/>
              </w:rPr>
              <w:t>классификацию и способы получения композиционных материалов;</w:t>
            </w:r>
          </w:p>
          <w:p w:rsidR="00D16FB7" w:rsidRPr="002C7457" w:rsidRDefault="00D16FB7" w:rsidP="002C7457">
            <w:pPr>
              <w:pStyle w:val="ListParagraph"/>
              <w:numPr>
                <w:ilvl w:val="0"/>
                <w:numId w:val="35"/>
              </w:numPr>
              <w:shd w:val="clear" w:color="auto" w:fill="FFFFFF"/>
              <w:ind w:right="-2"/>
              <w:rPr>
                <w:color w:val="000000"/>
              </w:rPr>
            </w:pPr>
            <w:r w:rsidRPr="002C7457">
              <w:rPr>
                <w:color w:val="000000"/>
              </w:rPr>
              <w:t>принципы выбора конструкционных материалов для применения в производстве;</w:t>
            </w:r>
          </w:p>
          <w:p w:rsidR="00D16FB7" w:rsidRPr="002C7457" w:rsidRDefault="00D16FB7" w:rsidP="002C7457">
            <w:pPr>
              <w:pStyle w:val="ListParagraph"/>
              <w:numPr>
                <w:ilvl w:val="0"/>
                <w:numId w:val="35"/>
              </w:numPr>
              <w:shd w:val="clear" w:color="auto" w:fill="FFFFFF"/>
              <w:ind w:right="-2"/>
              <w:rPr>
                <w:color w:val="000000"/>
              </w:rPr>
            </w:pPr>
            <w:r w:rsidRPr="002C7457">
              <w:rPr>
                <w:color w:val="000000"/>
              </w:rPr>
              <w:t xml:space="preserve">строение и свойства металлов, методы их исследования; </w:t>
            </w:r>
          </w:p>
          <w:p w:rsidR="00D16FB7" w:rsidRPr="002C7457" w:rsidRDefault="00D16FB7" w:rsidP="002C7457">
            <w:pPr>
              <w:pStyle w:val="ListParagraph"/>
              <w:numPr>
                <w:ilvl w:val="0"/>
                <w:numId w:val="35"/>
              </w:numPr>
              <w:shd w:val="clear" w:color="auto" w:fill="FFFFFF"/>
              <w:ind w:right="-2"/>
              <w:rPr>
                <w:color w:val="000000"/>
              </w:rPr>
            </w:pPr>
            <w:r w:rsidRPr="002C7457">
              <w:rPr>
                <w:color w:val="000000"/>
              </w:rPr>
              <w:t>классификацию материалов, металлов и сплавов, их области применения.</w:t>
            </w:r>
          </w:p>
          <w:p w:rsidR="00D16FB7" w:rsidRPr="002C7457" w:rsidRDefault="00D16FB7" w:rsidP="002C7457">
            <w:pPr>
              <w:pStyle w:val="ListParagraph"/>
              <w:shd w:val="clear" w:color="auto" w:fill="FFFFFF"/>
              <w:ind w:right="-2"/>
              <w:rPr>
                <w:color w:val="000000"/>
              </w:rPr>
            </w:pPr>
          </w:p>
        </w:tc>
        <w:tc>
          <w:tcPr>
            <w:tcW w:w="4860" w:type="dxa"/>
            <w:vMerge/>
            <w:vAlign w:val="center"/>
          </w:tcPr>
          <w:p w:rsidR="00D16FB7" w:rsidRPr="008E3F1B" w:rsidRDefault="00D16FB7" w:rsidP="002C74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16FB7" w:rsidRPr="009C128B" w:rsidRDefault="00D16FB7" w:rsidP="002C7457">
      <w:pPr>
        <w:spacing w:after="0" w:line="240" w:lineRule="auto"/>
        <w:rPr>
          <w:rFonts w:ascii="Times New Roman" w:hAnsi="Times New Roman"/>
        </w:rPr>
      </w:pPr>
    </w:p>
    <w:sectPr w:rsidR="00D16FB7" w:rsidRPr="009C128B" w:rsidSect="00B04EFF">
      <w:pgSz w:w="11906" w:h="16838"/>
      <w:pgMar w:top="567" w:right="424" w:bottom="1134" w:left="993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6FB7" w:rsidRDefault="00D16FB7" w:rsidP="008C05EB">
      <w:pPr>
        <w:spacing w:after="0" w:line="240" w:lineRule="auto"/>
      </w:pPr>
      <w:r>
        <w:separator/>
      </w:r>
    </w:p>
  </w:endnote>
  <w:endnote w:type="continuationSeparator" w:id="1">
    <w:p w:rsidR="00D16FB7" w:rsidRDefault="00D16FB7" w:rsidP="008C0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FB7" w:rsidRDefault="00D16FB7" w:rsidP="00B04EF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22</w:t>
    </w:r>
    <w:r>
      <w:rPr>
        <w:rStyle w:val="PageNumber"/>
      </w:rPr>
      <w:fldChar w:fldCharType="end"/>
    </w:r>
  </w:p>
  <w:p w:rsidR="00D16FB7" w:rsidRDefault="00D16FB7" w:rsidP="00B04EF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FB7" w:rsidRDefault="00D16FB7" w:rsidP="00B04EF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D16FB7" w:rsidRDefault="00D16FB7" w:rsidP="00B04EFF">
    <w:pPr>
      <w:pStyle w:val="Footer"/>
      <w:framePr w:wrap="around" w:vAnchor="text" w:hAnchor="margin" w:xAlign="right" w:y="1"/>
      <w:ind w:right="360"/>
      <w:rPr>
        <w:rStyle w:val="PageNumber"/>
      </w:rPr>
    </w:pPr>
  </w:p>
  <w:p w:rsidR="00D16FB7" w:rsidRDefault="00D16FB7" w:rsidP="00B04EF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6FB7" w:rsidRDefault="00D16FB7" w:rsidP="008C05EB">
      <w:pPr>
        <w:spacing w:after="0" w:line="240" w:lineRule="auto"/>
      </w:pPr>
      <w:r>
        <w:separator/>
      </w:r>
    </w:p>
  </w:footnote>
  <w:footnote w:type="continuationSeparator" w:id="1">
    <w:p w:rsidR="00D16FB7" w:rsidRDefault="00D16FB7" w:rsidP="008C05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F429A"/>
    <w:multiLevelType w:val="hybridMultilevel"/>
    <w:tmpl w:val="AD82E5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E8551F"/>
    <w:multiLevelType w:val="hybridMultilevel"/>
    <w:tmpl w:val="87B0F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A6867"/>
    <w:multiLevelType w:val="hybridMultilevel"/>
    <w:tmpl w:val="02D03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CA3E47"/>
    <w:multiLevelType w:val="hybridMultilevel"/>
    <w:tmpl w:val="82A2FA60"/>
    <w:lvl w:ilvl="0" w:tplc="F3E2D5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>
    <w:nsid w:val="0EA74C5A"/>
    <w:multiLevelType w:val="hybridMultilevel"/>
    <w:tmpl w:val="B05EB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A2F57"/>
    <w:multiLevelType w:val="hybridMultilevel"/>
    <w:tmpl w:val="C6903F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F11E37"/>
    <w:multiLevelType w:val="hybridMultilevel"/>
    <w:tmpl w:val="9A30D0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>
    <w:nsid w:val="1476245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82B5E4A"/>
    <w:multiLevelType w:val="singleLevel"/>
    <w:tmpl w:val="98940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>
    <w:nsid w:val="18774BC1"/>
    <w:multiLevelType w:val="hybridMultilevel"/>
    <w:tmpl w:val="F23A2BDA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3">
    <w:nsid w:val="20A0440D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232F089C"/>
    <w:multiLevelType w:val="multilevel"/>
    <w:tmpl w:val="172E826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2AC506FA"/>
    <w:multiLevelType w:val="hybridMultilevel"/>
    <w:tmpl w:val="AC527C0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1B414A"/>
    <w:multiLevelType w:val="hybridMultilevel"/>
    <w:tmpl w:val="C5F252E0"/>
    <w:lvl w:ilvl="0" w:tplc="28F000B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7">
    <w:nsid w:val="2D264B66"/>
    <w:multiLevelType w:val="hybridMultilevel"/>
    <w:tmpl w:val="A1D28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7A6A39"/>
    <w:multiLevelType w:val="hybridMultilevel"/>
    <w:tmpl w:val="7CC65DB4"/>
    <w:lvl w:ilvl="0" w:tplc="E53CD3B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3145706E"/>
    <w:multiLevelType w:val="hybridMultilevel"/>
    <w:tmpl w:val="BDBC8F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9AD574E"/>
    <w:multiLevelType w:val="hybridMultilevel"/>
    <w:tmpl w:val="4A586D20"/>
    <w:lvl w:ilvl="0" w:tplc="D85E172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E2E1A21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>
    <w:nsid w:val="3ED77B62"/>
    <w:multiLevelType w:val="hybridMultilevel"/>
    <w:tmpl w:val="BC06C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050945"/>
    <w:multiLevelType w:val="hybridMultilevel"/>
    <w:tmpl w:val="79F2B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C00DC2"/>
    <w:multiLevelType w:val="hybridMultilevel"/>
    <w:tmpl w:val="F208AF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5CB3097"/>
    <w:multiLevelType w:val="hybridMultilevel"/>
    <w:tmpl w:val="BA5A9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B95B69"/>
    <w:multiLevelType w:val="hybridMultilevel"/>
    <w:tmpl w:val="2820A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F415E4"/>
    <w:multiLevelType w:val="hybridMultilevel"/>
    <w:tmpl w:val="200CB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3B2D13"/>
    <w:multiLevelType w:val="hybridMultilevel"/>
    <w:tmpl w:val="CD0E3FA6"/>
    <w:lvl w:ilvl="0" w:tplc="476AF9B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DCD5EE7"/>
    <w:multiLevelType w:val="hybridMultilevel"/>
    <w:tmpl w:val="91167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1932B2"/>
    <w:multiLevelType w:val="singleLevel"/>
    <w:tmpl w:val="3DF2C31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</w:abstractNum>
  <w:abstractNum w:abstractNumId="32">
    <w:nsid w:val="63A50811"/>
    <w:multiLevelType w:val="hybridMultilevel"/>
    <w:tmpl w:val="83F6E9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F061BC0"/>
    <w:multiLevelType w:val="multilevel"/>
    <w:tmpl w:val="92043A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4">
    <w:nsid w:val="758D63F6"/>
    <w:multiLevelType w:val="hybridMultilevel"/>
    <w:tmpl w:val="DCC62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636D9D"/>
    <w:multiLevelType w:val="hybridMultilevel"/>
    <w:tmpl w:val="CFBE3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B8F7159"/>
    <w:multiLevelType w:val="singleLevel"/>
    <w:tmpl w:val="5C10686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7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7"/>
  </w:num>
  <w:num w:numId="4">
    <w:abstractNumId w:val="4"/>
  </w:num>
  <w:num w:numId="5">
    <w:abstractNumId w:val="20"/>
  </w:num>
  <w:num w:numId="6">
    <w:abstractNumId w:val="35"/>
  </w:num>
  <w:num w:numId="7">
    <w:abstractNumId w:val="16"/>
  </w:num>
  <w:num w:numId="8">
    <w:abstractNumId w:val="9"/>
  </w:num>
  <w:num w:numId="9">
    <w:abstractNumId w:val="13"/>
  </w:num>
  <w:num w:numId="10">
    <w:abstractNumId w:val="11"/>
  </w:num>
  <w:num w:numId="11">
    <w:abstractNumId w:val="22"/>
  </w:num>
  <w:num w:numId="12">
    <w:abstractNumId w:val="31"/>
  </w:num>
  <w:num w:numId="13">
    <w:abstractNumId w:val="36"/>
  </w:num>
  <w:num w:numId="14">
    <w:abstractNumId w:val="14"/>
  </w:num>
  <w:num w:numId="15">
    <w:abstractNumId w:val="21"/>
  </w:num>
  <w:num w:numId="16">
    <w:abstractNumId w:val="29"/>
  </w:num>
  <w:num w:numId="17">
    <w:abstractNumId w:val="15"/>
  </w:num>
  <w:num w:numId="18">
    <w:abstractNumId w:val="34"/>
  </w:num>
  <w:num w:numId="19">
    <w:abstractNumId w:val="30"/>
  </w:num>
  <w:num w:numId="20">
    <w:abstractNumId w:val="23"/>
  </w:num>
  <w:num w:numId="21">
    <w:abstractNumId w:val="19"/>
  </w:num>
  <w:num w:numId="22">
    <w:abstractNumId w:val="32"/>
  </w:num>
  <w:num w:numId="23">
    <w:abstractNumId w:val="25"/>
  </w:num>
  <w:num w:numId="2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7"/>
  </w:num>
  <w:num w:numId="28">
    <w:abstractNumId w:val="33"/>
  </w:num>
  <w:num w:numId="29">
    <w:abstractNumId w:val="12"/>
  </w:num>
  <w:num w:numId="30">
    <w:abstractNumId w:val="24"/>
  </w:num>
  <w:num w:numId="31">
    <w:abstractNumId w:val="5"/>
  </w:num>
  <w:num w:numId="32">
    <w:abstractNumId w:val="18"/>
  </w:num>
  <w:num w:numId="33">
    <w:abstractNumId w:val="30"/>
  </w:num>
  <w:num w:numId="3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0"/>
  </w:num>
  <w:num w:numId="37">
    <w:abstractNumId w:val="3"/>
  </w:num>
  <w:num w:numId="38">
    <w:abstractNumId w:val="1"/>
  </w:num>
  <w:num w:numId="39">
    <w:abstractNumId w:val="2"/>
  </w:num>
  <w:num w:numId="40">
    <w:abstractNumId w:val="26"/>
  </w:num>
  <w:num w:numId="41">
    <w:abstractNumId w:val="17"/>
  </w:num>
  <w:num w:numId="4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128B"/>
    <w:rsid w:val="00014DB2"/>
    <w:rsid w:val="000219C2"/>
    <w:rsid w:val="0003061F"/>
    <w:rsid w:val="0003568B"/>
    <w:rsid w:val="00046F42"/>
    <w:rsid w:val="000901E0"/>
    <w:rsid w:val="000C24D2"/>
    <w:rsid w:val="000C4F6C"/>
    <w:rsid w:val="000C7644"/>
    <w:rsid w:val="000D21F7"/>
    <w:rsid w:val="000E157A"/>
    <w:rsid w:val="000E6E76"/>
    <w:rsid w:val="000F6978"/>
    <w:rsid w:val="00106F65"/>
    <w:rsid w:val="00125A40"/>
    <w:rsid w:val="0017055B"/>
    <w:rsid w:val="0017100C"/>
    <w:rsid w:val="001722BB"/>
    <w:rsid w:val="00196E21"/>
    <w:rsid w:val="001B5338"/>
    <w:rsid w:val="001C4525"/>
    <w:rsid w:val="001E08E8"/>
    <w:rsid w:val="001E120F"/>
    <w:rsid w:val="001E1CC5"/>
    <w:rsid w:val="00202DED"/>
    <w:rsid w:val="00234247"/>
    <w:rsid w:val="0024232D"/>
    <w:rsid w:val="00247C89"/>
    <w:rsid w:val="002B17FC"/>
    <w:rsid w:val="002C5900"/>
    <w:rsid w:val="002C7457"/>
    <w:rsid w:val="002D670E"/>
    <w:rsid w:val="002E3421"/>
    <w:rsid w:val="002F667C"/>
    <w:rsid w:val="00332FA4"/>
    <w:rsid w:val="003476B5"/>
    <w:rsid w:val="0038064F"/>
    <w:rsid w:val="0038707B"/>
    <w:rsid w:val="003971A6"/>
    <w:rsid w:val="003B140A"/>
    <w:rsid w:val="003C7811"/>
    <w:rsid w:val="003D20D7"/>
    <w:rsid w:val="00410ACA"/>
    <w:rsid w:val="0041497C"/>
    <w:rsid w:val="00453DAB"/>
    <w:rsid w:val="0049270C"/>
    <w:rsid w:val="004B4C6B"/>
    <w:rsid w:val="004C11F6"/>
    <w:rsid w:val="004D4102"/>
    <w:rsid w:val="004E426E"/>
    <w:rsid w:val="004F4AF2"/>
    <w:rsid w:val="00510B6C"/>
    <w:rsid w:val="00527415"/>
    <w:rsid w:val="0054238C"/>
    <w:rsid w:val="005636E4"/>
    <w:rsid w:val="00585E68"/>
    <w:rsid w:val="00590440"/>
    <w:rsid w:val="00597F7E"/>
    <w:rsid w:val="005B4DA8"/>
    <w:rsid w:val="005C72EB"/>
    <w:rsid w:val="005D4BBE"/>
    <w:rsid w:val="005E3433"/>
    <w:rsid w:val="00673B39"/>
    <w:rsid w:val="006A5340"/>
    <w:rsid w:val="006B3D8A"/>
    <w:rsid w:val="006E2669"/>
    <w:rsid w:val="006F49A2"/>
    <w:rsid w:val="00704581"/>
    <w:rsid w:val="00721CF6"/>
    <w:rsid w:val="0075179F"/>
    <w:rsid w:val="007D3EA8"/>
    <w:rsid w:val="007E42EF"/>
    <w:rsid w:val="00815A4E"/>
    <w:rsid w:val="00860535"/>
    <w:rsid w:val="00870F2F"/>
    <w:rsid w:val="00894CEC"/>
    <w:rsid w:val="008B2EB0"/>
    <w:rsid w:val="008C0105"/>
    <w:rsid w:val="008C05EB"/>
    <w:rsid w:val="008D2793"/>
    <w:rsid w:val="008E3F1B"/>
    <w:rsid w:val="00914EB8"/>
    <w:rsid w:val="00921AE5"/>
    <w:rsid w:val="00925BC8"/>
    <w:rsid w:val="0096464B"/>
    <w:rsid w:val="0098221C"/>
    <w:rsid w:val="009C128B"/>
    <w:rsid w:val="009D437C"/>
    <w:rsid w:val="00A51ADF"/>
    <w:rsid w:val="00A52398"/>
    <w:rsid w:val="00A651E3"/>
    <w:rsid w:val="00A8091E"/>
    <w:rsid w:val="00AC42C7"/>
    <w:rsid w:val="00AD2BF2"/>
    <w:rsid w:val="00AD7163"/>
    <w:rsid w:val="00B02F93"/>
    <w:rsid w:val="00B03E17"/>
    <w:rsid w:val="00B04EFF"/>
    <w:rsid w:val="00B04FA8"/>
    <w:rsid w:val="00B32F6B"/>
    <w:rsid w:val="00B439E1"/>
    <w:rsid w:val="00B55C79"/>
    <w:rsid w:val="00B56F5F"/>
    <w:rsid w:val="00B76691"/>
    <w:rsid w:val="00BA5528"/>
    <w:rsid w:val="00BA58E8"/>
    <w:rsid w:val="00BD26B6"/>
    <w:rsid w:val="00BD4893"/>
    <w:rsid w:val="00BE4A11"/>
    <w:rsid w:val="00C0334D"/>
    <w:rsid w:val="00C11AFD"/>
    <w:rsid w:val="00C1250A"/>
    <w:rsid w:val="00CB2B6E"/>
    <w:rsid w:val="00CE34AE"/>
    <w:rsid w:val="00D11C15"/>
    <w:rsid w:val="00D16FB7"/>
    <w:rsid w:val="00D25339"/>
    <w:rsid w:val="00D33B67"/>
    <w:rsid w:val="00D77EF9"/>
    <w:rsid w:val="00DA40BC"/>
    <w:rsid w:val="00DA757D"/>
    <w:rsid w:val="00E15BEA"/>
    <w:rsid w:val="00E237F8"/>
    <w:rsid w:val="00E30B38"/>
    <w:rsid w:val="00E47FC4"/>
    <w:rsid w:val="00E55844"/>
    <w:rsid w:val="00E601E0"/>
    <w:rsid w:val="00E62396"/>
    <w:rsid w:val="00E7123F"/>
    <w:rsid w:val="00E83C0A"/>
    <w:rsid w:val="00EA4615"/>
    <w:rsid w:val="00EA64E6"/>
    <w:rsid w:val="00EE0B77"/>
    <w:rsid w:val="00F02CE0"/>
    <w:rsid w:val="00F1285B"/>
    <w:rsid w:val="00F729A7"/>
    <w:rsid w:val="00F758F2"/>
    <w:rsid w:val="00F841E9"/>
    <w:rsid w:val="00FB66BD"/>
    <w:rsid w:val="00FD70E1"/>
    <w:rsid w:val="00FE2D28"/>
    <w:rsid w:val="00FF1CAC"/>
    <w:rsid w:val="00FF5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EF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9C128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C128B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C128B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C128B"/>
    <w:pPr>
      <w:spacing w:before="240" w:after="60" w:line="240" w:lineRule="auto"/>
      <w:outlineLvl w:val="5"/>
    </w:pPr>
    <w:rPr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C128B"/>
    <w:pPr>
      <w:keepNext/>
      <w:spacing w:after="0" w:line="240" w:lineRule="auto"/>
      <w:jc w:val="center"/>
      <w:outlineLvl w:val="6"/>
    </w:pPr>
    <w:rPr>
      <w:rFonts w:ascii="Times New Roman" w:hAnsi="Times New Roman"/>
      <w:sz w:val="20"/>
      <w:szCs w:val="20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C128B"/>
    <w:pPr>
      <w:keepNext/>
      <w:spacing w:after="0" w:line="240" w:lineRule="auto"/>
      <w:outlineLvl w:val="7"/>
    </w:pPr>
    <w:rPr>
      <w:rFonts w:ascii="Times New Roman" w:hAnsi="Times New Roman"/>
      <w:i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C128B"/>
    <w:rPr>
      <w:rFonts w:ascii="Times New Roman" w:hAnsi="Times New Roman" w:cs="Times New Roman"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C128B"/>
    <w:rPr>
      <w:rFonts w:ascii="Arial" w:hAnsi="Arial" w:cs="Times New Roman"/>
      <w:b/>
      <w:i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C128B"/>
    <w:rPr>
      <w:rFonts w:ascii="Calibri" w:hAnsi="Calibri" w:cs="Times New Roman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C128B"/>
    <w:rPr>
      <w:rFonts w:ascii="Calibri" w:hAnsi="Calibri" w:cs="Times New Roman"/>
      <w:b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9C128B"/>
    <w:rPr>
      <w:rFonts w:ascii="Times New Roman" w:hAnsi="Times New Roman" w:cs="Times New Roman"/>
      <w:sz w:val="20"/>
      <w:u w:val="singl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9C128B"/>
    <w:rPr>
      <w:rFonts w:ascii="Times New Roman" w:hAnsi="Times New Roman" w:cs="Times New Roman"/>
      <w:i/>
      <w:sz w:val="20"/>
    </w:rPr>
  </w:style>
  <w:style w:type="paragraph" w:styleId="NormalWeb">
    <w:name w:val="Normal (Web)"/>
    <w:basedOn w:val="Normal"/>
    <w:uiPriority w:val="99"/>
    <w:rsid w:val="009C12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2">
    <w:name w:val="List 2"/>
    <w:basedOn w:val="Normal"/>
    <w:uiPriority w:val="99"/>
    <w:rsid w:val="009C128B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9C128B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9C128B"/>
    <w:rPr>
      <w:rFonts w:ascii="Times New Roman" w:hAnsi="Times New Roman" w:cs="Times New Roman"/>
      <w:sz w:val="24"/>
    </w:rPr>
  </w:style>
  <w:style w:type="character" w:styleId="Strong">
    <w:name w:val="Strong"/>
    <w:basedOn w:val="DefaultParagraphFont"/>
    <w:uiPriority w:val="99"/>
    <w:qFormat/>
    <w:rsid w:val="009C128B"/>
    <w:rPr>
      <w:rFonts w:cs="Times New Roman"/>
      <w:b/>
    </w:rPr>
  </w:style>
  <w:style w:type="paragraph" w:styleId="FootnoteText">
    <w:name w:val="footnote text"/>
    <w:basedOn w:val="Normal"/>
    <w:link w:val="FootnoteTextChar"/>
    <w:uiPriority w:val="99"/>
    <w:semiHidden/>
    <w:rsid w:val="009C128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C128B"/>
    <w:rPr>
      <w:rFonts w:ascii="Times New Roman" w:hAnsi="Times New Roman" w:cs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9C128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128B"/>
    <w:rPr>
      <w:rFonts w:ascii="Tahoma" w:hAnsi="Tahoma" w:cs="Times New Roman"/>
      <w:sz w:val="16"/>
    </w:rPr>
  </w:style>
  <w:style w:type="paragraph" w:styleId="BodyText2">
    <w:name w:val="Body Text 2"/>
    <w:basedOn w:val="Normal"/>
    <w:link w:val="BodyText2Char"/>
    <w:uiPriority w:val="99"/>
    <w:rsid w:val="009C128B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9C128B"/>
    <w:rPr>
      <w:rFonts w:ascii="Times New Roman" w:hAnsi="Times New Roman" w:cs="Times New Roman"/>
      <w:sz w:val="24"/>
    </w:rPr>
  </w:style>
  <w:style w:type="paragraph" w:styleId="BodyText">
    <w:name w:val="Body Text"/>
    <w:basedOn w:val="Normal"/>
    <w:link w:val="BodyTextChar"/>
    <w:uiPriority w:val="99"/>
    <w:rsid w:val="009C128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C128B"/>
    <w:rPr>
      <w:rFonts w:ascii="Times New Roman" w:hAnsi="Times New Roman" w:cs="Times New Roman"/>
      <w:sz w:val="24"/>
    </w:rPr>
  </w:style>
  <w:style w:type="paragraph" w:styleId="CommentText">
    <w:name w:val="annotation text"/>
    <w:basedOn w:val="Normal"/>
    <w:link w:val="CommentTextChar"/>
    <w:uiPriority w:val="99"/>
    <w:semiHidden/>
    <w:rsid w:val="009C128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C128B"/>
    <w:rPr>
      <w:rFonts w:ascii="Times New Roman" w:hAnsi="Times New Roman"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C12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C128B"/>
    <w:rPr>
      <w:b/>
    </w:rPr>
  </w:style>
  <w:style w:type="table" w:styleId="TableGrid">
    <w:name w:val="Table Grid"/>
    <w:basedOn w:val="TableNormal"/>
    <w:uiPriority w:val="99"/>
    <w:rsid w:val="009C128B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9C128B"/>
    <w:pPr>
      <w:spacing w:after="160" w:line="240" w:lineRule="exact"/>
    </w:pPr>
    <w:rPr>
      <w:rFonts w:ascii="Verdana" w:hAnsi="Verdana"/>
      <w:sz w:val="20"/>
      <w:szCs w:val="20"/>
    </w:rPr>
  </w:style>
  <w:style w:type="table" w:styleId="TableGrid1">
    <w:name w:val="Table Grid 1"/>
    <w:basedOn w:val="TableNormal"/>
    <w:uiPriority w:val="99"/>
    <w:rsid w:val="009C128B"/>
    <w:rPr>
      <w:rFonts w:ascii="Times New Roman" w:hAnsi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er">
    <w:name w:val="footer"/>
    <w:basedOn w:val="Normal"/>
    <w:link w:val="FooterChar"/>
    <w:uiPriority w:val="99"/>
    <w:rsid w:val="009C128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C128B"/>
    <w:rPr>
      <w:rFonts w:ascii="Times New Roman" w:hAnsi="Times New Roman" w:cs="Times New Roman"/>
      <w:sz w:val="24"/>
    </w:rPr>
  </w:style>
  <w:style w:type="character" w:styleId="PageNumber">
    <w:name w:val="page number"/>
    <w:basedOn w:val="DefaultParagraphFont"/>
    <w:uiPriority w:val="99"/>
    <w:rsid w:val="009C128B"/>
    <w:rPr>
      <w:rFonts w:cs="Times New Roman"/>
    </w:rPr>
  </w:style>
  <w:style w:type="paragraph" w:customStyle="1" w:styleId="2">
    <w:name w:val="Знак2"/>
    <w:basedOn w:val="Normal"/>
    <w:uiPriority w:val="99"/>
    <w:rsid w:val="009C128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9C128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C128B"/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uiPriority w:val="99"/>
    <w:qFormat/>
    <w:rsid w:val="009C128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6">
    <w:name w:val="a6"/>
    <w:uiPriority w:val="99"/>
    <w:rsid w:val="009C128B"/>
  </w:style>
  <w:style w:type="paragraph" w:customStyle="1" w:styleId="a">
    <w:name w:val="Таблицы (моноширинный)"/>
    <w:basedOn w:val="Normal"/>
    <w:next w:val="Normal"/>
    <w:uiPriority w:val="99"/>
    <w:rsid w:val="009C128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  <w:style w:type="character" w:customStyle="1" w:styleId="a0">
    <w:name w:val="Гипертекстовая ссылка"/>
    <w:uiPriority w:val="99"/>
    <w:rsid w:val="009C128B"/>
    <w:rPr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536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20</Pages>
  <Words>4043</Words>
  <Characters>23049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Admin</cp:lastModifiedBy>
  <cp:revision>7</cp:revision>
  <cp:lastPrinted>2014-01-15T14:15:00Z</cp:lastPrinted>
  <dcterms:created xsi:type="dcterms:W3CDTF">2014-01-15T14:18:00Z</dcterms:created>
  <dcterms:modified xsi:type="dcterms:W3CDTF">2015-03-22T20:09:00Z</dcterms:modified>
</cp:coreProperties>
</file>